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7A" w:rsidRDefault="00FB457A">
      <w:pPr>
        <w:pStyle w:val="Heading1"/>
        <w:jc w:val="center"/>
        <w:rPr>
          <w:i w:val="0"/>
          <w:iCs w:val="0"/>
          <w:color w:val="333399"/>
          <w:sz w:val="32"/>
          <w:szCs w:val="32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.2pt;margin-top:6.25pt;width:90pt;height:87.7pt;z-index:251658240;visibility:visible">
            <v:imagedata r:id="rId4" o:title=""/>
            <w10:wrap type="square"/>
          </v:shape>
        </w:pict>
      </w:r>
      <w:r>
        <w:rPr>
          <w:i w:val="0"/>
          <w:iCs w:val="0"/>
          <w:color w:val="333399"/>
          <w:sz w:val="32"/>
          <w:szCs w:val="32"/>
        </w:rPr>
        <w:t>«Русская зима 2013»</w:t>
      </w:r>
    </w:p>
    <w:p w:rsidR="00FB457A" w:rsidRDefault="00FB457A">
      <w:pPr>
        <w:jc w:val="center"/>
        <w:rPr>
          <w:b/>
          <w:bCs/>
          <w:noProof/>
        </w:rPr>
      </w:pPr>
      <w:r>
        <w:rPr>
          <w:b/>
          <w:bCs/>
          <w:color w:val="FF0000"/>
        </w:rPr>
        <w:t>14 – 17 марта 2013 г.</w:t>
      </w:r>
      <w:r>
        <w:rPr>
          <w:b/>
          <w:bCs/>
          <w:noProof/>
        </w:rPr>
        <w:t xml:space="preserve"> </w:t>
      </w:r>
    </w:p>
    <w:p w:rsidR="00FB457A" w:rsidRDefault="00FB457A">
      <w:pPr>
        <w:jc w:val="center"/>
        <w:rPr>
          <w:b/>
          <w:bCs/>
        </w:rPr>
      </w:pPr>
      <w:r>
        <w:rPr>
          <w:b/>
          <w:bCs/>
        </w:rPr>
        <w:t>любительские детские соревнования</w:t>
      </w:r>
    </w:p>
    <w:p w:rsidR="00FB457A" w:rsidRDefault="00FB457A">
      <w:pPr>
        <w:jc w:val="center"/>
        <w:rPr>
          <w:b/>
          <w:bCs/>
        </w:rPr>
      </w:pPr>
      <w:r>
        <w:rPr>
          <w:b/>
          <w:bCs/>
        </w:rPr>
        <w:t>по фигурному катанию на коньках</w:t>
      </w:r>
    </w:p>
    <w:p w:rsidR="00FB457A" w:rsidRDefault="00FB457A">
      <w:pPr>
        <w:jc w:val="center"/>
        <w:rPr>
          <w:b/>
          <w:bCs/>
        </w:rPr>
      </w:pPr>
    </w:p>
    <w:p w:rsidR="00FB457A" w:rsidRDefault="00FB457A">
      <w:pPr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ПРЕДВАРИТЕЛЬНАЯ ПРОГРАММА - ДЕТИ</w:t>
      </w:r>
    </w:p>
    <w:p w:rsidR="00FB457A" w:rsidRDefault="00FB457A">
      <w:pPr>
        <w:jc w:val="center"/>
      </w:pPr>
    </w:p>
    <w:p w:rsidR="00FB457A" w:rsidRDefault="00FB457A">
      <w:pPr>
        <w:jc w:val="both"/>
      </w:pPr>
      <w:r>
        <w:t xml:space="preserve">14/03-ЧТ: </w:t>
      </w:r>
      <w:r>
        <w:tab/>
        <w:t xml:space="preserve">18.00 – 19.00 </w:t>
      </w:r>
      <w:r>
        <w:tab/>
        <w:t xml:space="preserve">– </w:t>
      </w:r>
      <w:r>
        <w:rPr>
          <w:rStyle w:val="Emphasis"/>
          <w:rFonts w:cstheme="minorBidi"/>
          <w:b/>
          <w:bCs/>
        </w:rPr>
        <w:t>детская</w:t>
      </w:r>
      <w:r>
        <w:t xml:space="preserve"> часть соревнований: оргсобрание, жеребьёвка,</w:t>
      </w:r>
    </w:p>
    <w:p w:rsidR="00FB457A" w:rsidRDefault="00FB457A">
      <w:pPr>
        <w:ind w:left="708" w:firstLine="708"/>
        <w:jc w:val="both"/>
      </w:pPr>
      <w:r>
        <w:t xml:space="preserve">19.00 - 20.00 </w:t>
      </w:r>
      <w:r>
        <w:tab/>
        <w:t xml:space="preserve">– тренировки/дети – по 30 мин; </w:t>
      </w:r>
    </w:p>
    <w:p w:rsidR="00FB457A" w:rsidRDefault="00FB457A">
      <w:pPr>
        <w:ind w:left="708" w:firstLine="708"/>
        <w:jc w:val="both"/>
      </w:pPr>
    </w:p>
    <w:p w:rsidR="00FB457A" w:rsidRDefault="00FB457A">
      <w:pPr>
        <w:jc w:val="both"/>
      </w:pPr>
    </w:p>
    <w:p w:rsidR="00FB457A" w:rsidRDefault="00FB457A">
      <w:pPr>
        <w:jc w:val="both"/>
      </w:pPr>
      <w:r>
        <w:t xml:space="preserve">15/03-ПТ: </w:t>
      </w:r>
      <w:r>
        <w:tab/>
        <w:t>8.00–14.45</w:t>
      </w:r>
      <w:r>
        <w:rPr>
          <w:color w:val="FF0000"/>
        </w:rPr>
        <w:tab/>
      </w:r>
      <w:r>
        <w:t xml:space="preserve">– тренировки и соревнования </w:t>
      </w:r>
      <w:r>
        <w:rPr>
          <w:rStyle w:val="Emphasis"/>
          <w:rFonts w:cstheme="minorBidi"/>
          <w:b/>
          <w:bCs/>
        </w:rPr>
        <w:t>детской</w:t>
      </w:r>
      <w:r>
        <w:t xml:space="preserve"> /1-й части соревнований:</w:t>
      </w:r>
    </w:p>
    <w:p w:rsidR="00FB457A" w:rsidRDefault="00FB457A">
      <w:pPr>
        <w:jc w:val="both"/>
      </w:pPr>
      <w:r>
        <w:tab/>
      </w:r>
      <w:r>
        <w:tab/>
        <w:t>8.00 – 8.30</w:t>
      </w:r>
      <w:r>
        <w:tab/>
        <w:t>– тренировка/дети – 1-я часть соревнований,</w:t>
      </w:r>
    </w:p>
    <w:p w:rsidR="00FB457A" w:rsidRDefault="00FB457A">
      <w:pPr>
        <w:jc w:val="both"/>
      </w:pPr>
      <w:r>
        <w:tab/>
      </w:r>
      <w:r>
        <w:tab/>
        <w:t xml:space="preserve">8.45 – 13.00 </w:t>
      </w:r>
      <w:r>
        <w:tab/>
        <w:t xml:space="preserve">– соревнования </w:t>
      </w:r>
      <w:r>
        <w:rPr>
          <w:b/>
          <w:bCs/>
          <w:color w:val="006600"/>
        </w:rPr>
        <w:t>4-й и 5-й ступеней группы Б</w:t>
      </w:r>
      <w:r>
        <w:t>, награждение;</w:t>
      </w:r>
    </w:p>
    <w:p w:rsidR="00FB457A" w:rsidRDefault="00FB457A">
      <w:pPr>
        <w:jc w:val="both"/>
      </w:pPr>
    </w:p>
    <w:p w:rsidR="00FB457A" w:rsidRDefault="00FB457A">
      <w:pPr>
        <w:ind w:left="1416"/>
        <w:jc w:val="both"/>
      </w:pPr>
      <w:r>
        <w:t xml:space="preserve">12.00 – 14.45 </w:t>
      </w:r>
      <w:r>
        <w:tab/>
        <w:t xml:space="preserve">– тренировки и соревнования </w:t>
      </w:r>
      <w:r>
        <w:rPr>
          <w:rStyle w:val="Emphasis"/>
          <w:rFonts w:cstheme="minorBidi"/>
          <w:b/>
          <w:bCs/>
        </w:rPr>
        <w:t>детской</w:t>
      </w:r>
      <w:r>
        <w:t xml:space="preserve"> /2-й части соревнований:</w:t>
      </w:r>
    </w:p>
    <w:p w:rsidR="00FB457A" w:rsidRDefault="00FB457A">
      <w:pPr>
        <w:ind w:left="1416"/>
        <w:jc w:val="both"/>
      </w:pPr>
      <w:r>
        <w:t>12.05 – 12.35</w:t>
      </w:r>
      <w:r>
        <w:tab/>
        <w:t>– тренировка/дети – 2-я часть соревнований,</w:t>
      </w:r>
    </w:p>
    <w:p w:rsidR="00FB457A" w:rsidRDefault="00FB457A">
      <w:pPr>
        <w:ind w:left="1416"/>
        <w:jc w:val="both"/>
        <w:rPr>
          <w:b/>
          <w:bCs/>
          <w:color w:val="006600"/>
        </w:rPr>
      </w:pPr>
      <w:r>
        <w:t>12.50 – 14.45</w:t>
      </w:r>
      <w:r>
        <w:tab/>
        <w:t xml:space="preserve">– соревнования </w:t>
      </w:r>
      <w:r>
        <w:rPr>
          <w:b/>
          <w:bCs/>
          <w:color w:val="006600"/>
        </w:rPr>
        <w:t xml:space="preserve">Новисов/Базовые А и Б, Новисы/Продвинутые и </w:t>
      </w:r>
    </w:p>
    <w:p w:rsidR="00FB457A" w:rsidRDefault="00FB457A">
      <w:pPr>
        <w:ind w:left="2124" w:firstLine="708"/>
        <w:jc w:val="both"/>
      </w:pPr>
      <w:r>
        <w:rPr>
          <w:b/>
          <w:bCs/>
          <w:color w:val="006600"/>
        </w:rPr>
        <w:t>Юниоры, 10-я ступень /группа Б</w:t>
      </w:r>
      <w:r>
        <w:t xml:space="preserve"> – </w:t>
      </w:r>
      <w:r>
        <w:rPr>
          <w:b/>
          <w:bCs/>
          <w:color w:val="0000FF"/>
        </w:rPr>
        <w:t>Короткие программы</w:t>
      </w:r>
      <w:r>
        <w:t xml:space="preserve">, </w:t>
      </w:r>
    </w:p>
    <w:p w:rsidR="00FB457A" w:rsidRDefault="00FB457A">
      <w:pPr>
        <w:ind w:left="2124" w:firstLine="708"/>
        <w:jc w:val="both"/>
      </w:pPr>
      <w:r>
        <w:t>награждение;</w:t>
      </w:r>
    </w:p>
    <w:p w:rsidR="00FB457A" w:rsidRDefault="00FB457A">
      <w:pPr>
        <w:ind w:left="1416"/>
        <w:jc w:val="both"/>
      </w:pPr>
    </w:p>
    <w:p w:rsidR="00FB457A" w:rsidRDefault="00FB457A">
      <w:pPr>
        <w:ind w:left="708" w:firstLine="708"/>
        <w:jc w:val="both"/>
      </w:pPr>
      <w:r>
        <w:t xml:space="preserve">13.00 – 17.30 </w:t>
      </w:r>
      <w:r>
        <w:tab/>
        <w:t>– экскурсионная программа – для ВСЕХ:</w:t>
      </w:r>
    </w:p>
    <w:p w:rsidR="00FB457A" w:rsidRDefault="00FB457A">
      <w:pPr>
        <w:ind w:left="708" w:firstLine="708"/>
        <w:jc w:val="both"/>
      </w:pPr>
      <w:r>
        <w:t xml:space="preserve">13.00 – 13.30 </w:t>
      </w:r>
      <w:r>
        <w:tab/>
        <w:t>– дегустация пастилы,</w:t>
      </w:r>
    </w:p>
    <w:p w:rsidR="00FB457A" w:rsidRDefault="00FB457A">
      <w:pPr>
        <w:ind w:left="708" w:firstLine="708"/>
      </w:pPr>
      <w:r>
        <w:t>13.30 – 15.00</w:t>
      </w:r>
      <w:r>
        <w:tab/>
        <w:t>– экскурсия "Коломенские тайны и предания",</w:t>
      </w:r>
    </w:p>
    <w:p w:rsidR="00FB457A" w:rsidRDefault="00FB457A">
      <w:pPr>
        <w:ind w:left="708" w:firstLine="708"/>
        <w:jc w:val="both"/>
      </w:pPr>
      <w:r>
        <w:t xml:space="preserve">15.15 – 17.00 </w:t>
      </w:r>
      <w:r>
        <w:tab/>
        <w:t>– шоу ратников на стенах Кремля – интерактивная программа,</w:t>
      </w:r>
    </w:p>
    <w:p w:rsidR="00FB457A" w:rsidRDefault="00FB457A">
      <w:pPr>
        <w:ind w:left="708" w:firstLine="708"/>
        <w:jc w:val="both"/>
      </w:pPr>
      <w:r>
        <w:t xml:space="preserve">17.00 – 1730 </w:t>
      </w:r>
      <w:r>
        <w:tab/>
        <w:t>– дегустация пастилы;</w:t>
      </w:r>
    </w:p>
    <w:p w:rsidR="00FB457A" w:rsidRDefault="00FB457A">
      <w:pPr>
        <w:ind w:left="708" w:firstLine="708"/>
        <w:jc w:val="both"/>
      </w:pPr>
    </w:p>
    <w:p w:rsidR="00FB457A" w:rsidRDefault="00FB457A">
      <w:pPr>
        <w:ind w:left="708" w:firstLine="708"/>
        <w:jc w:val="both"/>
      </w:pPr>
      <w:r>
        <w:t>18.30–20.45</w:t>
      </w:r>
      <w:r>
        <w:rPr>
          <w:color w:val="FF0000"/>
        </w:rPr>
        <w:tab/>
      </w:r>
      <w:r>
        <w:t xml:space="preserve">– тренировки и соревнования </w:t>
      </w:r>
      <w:r>
        <w:rPr>
          <w:rStyle w:val="Emphasis"/>
          <w:rFonts w:cstheme="minorBidi"/>
          <w:b/>
          <w:bCs/>
        </w:rPr>
        <w:t>детской</w:t>
      </w:r>
      <w:r>
        <w:t xml:space="preserve"> /3-й части соревнований:</w:t>
      </w:r>
    </w:p>
    <w:p w:rsidR="00FB457A" w:rsidRDefault="00FB457A">
      <w:pPr>
        <w:jc w:val="both"/>
      </w:pPr>
      <w:r>
        <w:tab/>
      </w:r>
      <w:r>
        <w:tab/>
        <w:t>18.30 – 19.00</w:t>
      </w:r>
      <w:r>
        <w:tab/>
        <w:t>– тренировка/дети – 3-я часть соревнований</w:t>
      </w:r>
    </w:p>
    <w:p w:rsidR="00FB457A" w:rsidRDefault="00FB457A">
      <w:pPr>
        <w:ind w:left="708" w:firstLine="708"/>
        <w:jc w:val="both"/>
      </w:pPr>
      <w:r>
        <w:t>19.15 – 21.00</w:t>
      </w:r>
      <w:r>
        <w:tab/>
        <w:t xml:space="preserve">– соревнования </w:t>
      </w:r>
      <w:r>
        <w:rPr>
          <w:b/>
          <w:bCs/>
          <w:color w:val="006600"/>
        </w:rPr>
        <w:t xml:space="preserve">1-й, 2-й и </w:t>
      </w:r>
      <w:r>
        <w:rPr>
          <w:b/>
          <w:bCs/>
          <w:color w:val="FF0000"/>
        </w:rPr>
        <w:t>3-й</w:t>
      </w:r>
      <w:r>
        <w:rPr>
          <w:b/>
          <w:bCs/>
          <w:color w:val="006600"/>
        </w:rPr>
        <w:t xml:space="preserve"> ступеней группы Б</w:t>
      </w:r>
      <w:r>
        <w:t>, награждение;</w:t>
      </w:r>
    </w:p>
    <w:p w:rsidR="00FB457A" w:rsidRDefault="00FB457A">
      <w:pPr>
        <w:ind w:left="708" w:firstLine="708"/>
        <w:jc w:val="both"/>
      </w:pPr>
    </w:p>
    <w:p w:rsidR="00FB457A" w:rsidRDefault="00FB457A">
      <w:pPr>
        <w:jc w:val="both"/>
      </w:pPr>
    </w:p>
    <w:p w:rsidR="00FB457A" w:rsidRDefault="00FB457A">
      <w:pPr>
        <w:jc w:val="both"/>
      </w:pPr>
      <w:r>
        <w:t xml:space="preserve">16/03-СБ: </w:t>
      </w:r>
      <w:r>
        <w:tab/>
        <w:t>8.00–14.00</w:t>
      </w:r>
      <w:r>
        <w:rPr>
          <w:color w:val="FF0000"/>
        </w:rPr>
        <w:tab/>
      </w:r>
      <w:r>
        <w:t xml:space="preserve">– тренировки и соревнования </w:t>
      </w:r>
      <w:r>
        <w:rPr>
          <w:rStyle w:val="Emphasis"/>
          <w:rFonts w:cstheme="minorBidi"/>
          <w:b/>
          <w:bCs/>
        </w:rPr>
        <w:t>детской</w:t>
      </w:r>
      <w:r>
        <w:t xml:space="preserve"> /4-й части соревнований:</w:t>
      </w:r>
    </w:p>
    <w:p w:rsidR="00FB457A" w:rsidRDefault="00FB457A">
      <w:pPr>
        <w:jc w:val="both"/>
      </w:pPr>
      <w:r>
        <w:tab/>
      </w:r>
      <w:r>
        <w:tab/>
        <w:t>8.00 – 8.30</w:t>
      </w:r>
      <w:r>
        <w:tab/>
        <w:t>– тренировка/дети – 4-я часть соревнований,</w:t>
      </w:r>
    </w:p>
    <w:p w:rsidR="00FB457A" w:rsidRDefault="00FB457A">
      <w:pPr>
        <w:jc w:val="both"/>
      </w:pPr>
      <w:r>
        <w:tab/>
      </w:r>
      <w:r>
        <w:tab/>
        <w:t xml:space="preserve">8.45 – 11.30 </w:t>
      </w:r>
      <w:r>
        <w:tab/>
        <w:t xml:space="preserve">– соревнования </w:t>
      </w:r>
      <w:r>
        <w:rPr>
          <w:b/>
          <w:bCs/>
          <w:color w:val="006600"/>
        </w:rPr>
        <w:t>6-й и 7-й/8-10 лет ступеней группы Б</w:t>
      </w:r>
      <w:r>
        <w:t>, награждение;</w:t>
      </w:r>
    </w:p>
    <w:p w:rsidR="00FB457A" w:rsidRDefault="00FB457A">
      <w:pPr>
        <w:jc w:val="both"/>
      </w:pPr>
    </w:p>
    <w:p w:rsidR="00FB457A" w:rsidRDefault="00FB457A">
      <w:pPr>
        <w:ind w:left="708" w:firstLine="708"/>
        <w:jc w:val="both"/>
      </w:pPr>
      <w:r>
        <w:t>10.50–14.00</w:t>
      </w:r>
      <w:r>
        <w:rPr>
          <w:color w:val="FF0000"/>
        </w:rPr>
        <w:tab/>
      </w:r>
      <w:r>
        <w:t xml:space="preserve">– тренировки и соревнования </w:t>
      </w:r>
      <w:r>
        <w:rPr>
          <w:rStyle w:val="Emphasis"/>
          <w:rFonts w:cstheme="minorBidi"/>
          <w:b/>
          <w:bCs/>
        </w:rPr>
        <w:t>детской</w:t>
      </w:r>
      <w:r>
        <w:t xml:space="preserve"> /5-й части соревнований:</w:t>
      </w:r>
    </w:p>
    <w:p w:rsidR="00FB457A" w:rsidRDefault="00FB457A">
      <w:pPr>
        <w:jc w:val="both"/>
      </w:pPr>
      <w:r>
        <w:tab/>
      </w:r>
      <w:r>
        <w:tab/>
        <w:t>10.50 - 11.20</w:t>
      </w:r>
      <w:r>
        <w:tab/>
        <w:t>– тренировка/дети – 5-я часть соревнований,</w:t>
      </w:r>
    </w:p>
    <w:p w:rsidR="00FB457A" w:rsidRDefault="00FB457A">
      <w:pPr>
        <w:jc w:val="both"/>
        <w:rPr>
          <w:color w:val="006600"/>
        </w:rPr>
      </w:pPr>
      <w:r>
        <w:tab/>
      </w:r>
      <w:r>
        <w:tab/>
        <w:t xml:space="preserve">11.35 – 14.00 </w:t>
      </w:r>
      <w:r>
        <w:tab/>
        <w:t xml:space="preserve">– соревнования </w:t>
      </w:r>
      <w:r>
        <w:rPr>
          <w:color w:val="006600"/>
        </w:rPr>
        <w:t xml:space="preserve">7-й/11-14 лет, 8-й, 9-й ступеней группы Б, </w:t>
      </w:r>
    </w:p>
    <w:p w:rsidR="00FB457A" w:rsidRDefault="00FB457A">
      <w:pPr>
        <w:ind w:left="2124" w:firstLine="708"/>
        <w:jc w:val="both"/>
        <w:rPr>
          <w:b/>
          <w:bCs/>
          <w:color w:val="006600"/>
        </w:rPr>
      </w:pPr>
      <w:r>
        <w:rPr>
          <w:b/>
          <w:bCs/>
          <w:color w:val="006600"/>
        </w:rPr>
        <w:t xml:space="preserve">Новисов/Базовые А и Б, Новисы/Продвинутые и Юниоры, </w:t>
      </w:r>
    </w:p>
    <w:p w:rsidR="00FB457A" w:rsidRDefault="00FB457A">
      <w:pPr>
        <w:ind w:left="2124" w:firstLine="708"/>
        <w:jc w:val="both"/>
      </w:pPr>
      <w:r>
        <w:rPr>
          <w:b/>
          <w:bCs/>
          <w:color w:val="006600"/>
        </w:rPr>
        <w:t>10ая ступень /группа Б</w:t>
      </w:r>
      <w:r>
        <w:rPr>
          <w:color w:val="006600"/>
        </w:rPr>
        <w:t xml:space="preserve"> </w:t>
      </w:r>
      <w:r>
        <w:rPr>
          <w:b/>
          <w:bCs/>
          <w:color w:val="0000FF"/>
        </w:rPr>
        <w:t>– Произвольные программы</w:t>
      </w:r>
      <w:r>
        <w:t xml:space="preserve">, </w:t>
      </w:r>
    </w:p>
    <w:p w:rsidR="00FB457A" w:rsidRDefault="00FB457A">
      <w:pPr>
        <w:ind w:left="2124" w:firstLine="708"/>
        <w:jc w:val="both"/>
      </w:pPr>
      <w:r>
        <w:t>награждение.</w:t>
      </w:r>
    </w:p>
    <w:p w:rsidR="00FB457A" w:rsidRDefault="00FB457A">
      <w:pPr>
        <w:jc w:val="both"/>
      </w:pPr>
    </w:p>
    <w:p w:rsidR="00FB457A" w:rsidRDefault="00FB457A">
      <w:pPr>
        <w:ind w:left="708" w:firstLine="708"/>
        <w:jc w:val="center"/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>Оргкомитет соревнований предупреждает, что возможны корректировки в предварительной программе!</w:t>
      </w:r>
    </w:p>
    <w:p w:rsidR="00FB457A" w:rsidRDefault="00FB457A">
      <w:pPr>
        <w:ind w:left="708" w:firstLine="708"/>
        <w:jc w:val="center"/>
        <w:rPr>
          <w:color w:val="0000FF"/>
          <w:sz w:val="32"/>
          <w:szCs w:val="32"/>
        </w:rPr>
      </w:pPr>
    </w:p>
    <w:p w:rsidR="00FB457A" w:rsidRDefault="00FB457A">
      <w:pPr>
        <w:ind w:left="708" w:firstLine="708"/>
        <w:jc w:val="center"/>
        <w:rPr>
          <w:color w:val="336600"/>
          <w:sz w:val="32"/>
          <w:szCs w:val="32"/>
        </w:rPr>
      </w:pPr>
      <w:r>
        <w:rPr>
          <w:color w:val="336600"/>
          <w:sz w:val="32"/>
          <w:szCs w:val="32"/>
        </w:rPr>
        <w:t>Будем рады видеть ВАС на наших соревнованиях и</w:t>
      </w:r>
    </w:p>
    <w:p w:rsidR="00FB457A" w:rsidRDefault="00FB457A">
      <w:pPr>
        <w:ind w:left="708" w:firstLine="708"/>
        <w:jc w:val="center"/>
        <w:rPr>
          <w:color w:val="336600"/>
          <w:sz w:val="32"/>
          <w:szCs w:val="32"/>
        </w:rPr>
      </w:pPr>
      <w:r>
        <w:rPr>
          <w:color w:val="336600"/>
          <w:sz w:val="32"/>
          <w:szCs w:val="32"/>
        </w:rPr>
        <w:t>ОЧЕНЬ интересных и познавательных</w:t>
      </w:r>
    </w:p>
    <w:p w:rsidR="00FB457A" w:rsidRDefault="00FB457A">
      <w:pPr>
        <w:ind w:left="708" w:firstLine="708"/>
        <w:jc w:val="center"/>
        <w:rPr>
          <w:color w:val="336600"/>
          <w:sz w:val="32"/>
          <w:szCs w:val="32"/>
        </w:rPr>
      </w:pPr>
      <w:r>
        <w:rPr>
          <w:color w:val="336600"/>
          <w:sz w:val="32"/>
          <w:szCs w:val="32"/>
        </w:rPr>
        <w:t>экскурсионных программах!</w:t>
      </w:r>
    </w:p>
    <w:p w:rsidR="00FB457A" w:rsidRDefault="00FB457A">
      <w:pPr>
        <w:ind w:left="708" w:firstLine="708"/>
        <w:jc w:val="center"/>
        <w:rPr>
          <w:color w:val="336600"/>
        </w:rPr>
      </w:pPr>
    </w:p>
    <w:p w:rsidR="00FB457A" w:rsidRDefault="00FB457A">
      <w:pPr>
        <w:ind w:left="708" w:firstLine="708"/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ДОБРЫХ ВАМ СТАРТОВ!!!</w:t>
      </w:r>
    </w:p>
    <w:p w:rsidR="00FB457A" w:rsidRDefault="00FB457A">
      <w:pPr>
        <w:ind w:left="708" w:firstLine="708"/>
        <w:jc w:val="both"/>
      </w:pPr>
    </w:p>
    <w:sectPr w:rsidR="00FB457A" w:rsidSect="00FB45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7A"/>
    <w:rsid w:val="00FB4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180" w:after="100"/>
      <w:outlineLvl w:val="0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291</Words>
  <Characters>1659</Characters>
  <Application>Microsoft Office Outlook</Application>
  <DocSecurity>0</DocSecurity>
  <Lines>0</Lines>
  <Paragraphs>0</Paragraphs>
  <ScaleCrop>false</ScaleCrop>
  <Company>MSU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Vladimir Borisenko</cp:lastModifiedBy>
  <cp:revision>5</cp:revision>
  <dcterms:created xsi:type="dcterms:W3CDTF">2013-02-23T08:05:00Z</dcterms:created>
  <dcterms:modified xsi:type="dcterms:W3CDTF">2013-02-25T08:47:00Z</dcterms:modified>
</cp:coreProperties>
</file>