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2E" w:rsidRPr="00CE0513" w:rsidRDefault="00F6172E" w:rsidP="00D721FD">
      <w:pPr>
        <w:jc w:val="center"/>
        <w:rPr>
          <w:b/>
          <w:color w:val="000080"/>
          <w:sz w:val="32"/>
          <w:szCs w:val="32"/>
        </w:rPr>
      </w:pPr>
      <w:r w:rsidRPr="00CE0513">
        <w:rPr>
          <w:b/>
          <w:color w:val="000080"/>
          <w:sz w:val="32"/>
          <w:szCs w:val="32"/>
        </w:rPr>
        <w:t>Детские соревнования «Зимние узоры»</w:t>
      </w:r>
    </w:p>
    <w:p w:rsidR="00F6172E" w:rsidRPr="00D721FD" w:rsidRDefault="00F6172E" w:rsidP="00D721FD">
      <w:pPr>
        <w:spacing w:after="120"/>
        <w:jc w:val="center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16 декабря 2012 г., ВС     8</w:t>
      </w:r>
      <w:r w:rsidRPr="00D721FD">
        <w:rPr>
          <w:b/>
          <w:color w:val="00B050"/>
          <w:sz w:val="28"/>
          <w:szCs w:val="28"/>
        </w:rPr>
        <w:t>.00 – 1</w:t>
      </w:r>
      <w:r>
        <w:rPr>
          <w:b/>
          <w:color w:val="00B050"/>
          <w:sz w:val="28"/>
          <w:szCs w:val="28"/>
        </w:rPr>
        <w:t>9</w:t>
      </w:r>
      <w:r w:rsidRPr="00D721FD">
        <w:rPr>
          <w:b/>
          <w:color w:val="00B050"/>
          <w:sz w:val="28"/>
          <w:szCs w:val="28"/>
        </w:rPr>
        <w:t>.</w:t>
      </w:r>
      <w:r>
        <w:rPr>
          <w:b/>
          <w:color w:val="00B050"/>
          <w:sz w:val="28"/>
          <w:szCs w:val="28"/>
        </w:rPr>
        <w:t>45</w:t>
      </w:r>
    </w:p>
    <w:p w:rsidR="00F6172E" w:rsidRPr="005E14A6" w:rsidRDefault="00F6172E" w:rsidP="005E14A6">
      <w:pPr>
        <w:spacing w:after="120"/>
        <w:jc w:val="center"/>
        <w:rPr>
          <w:b/>
          <w:color w:val="000080"/>
          <w:sz w:val="28"/>
          <w:szCs w:val="28"/>
        </w:rPr>
      </w:pPr>
      <w:r w:rsidRPr="00D721FD">
        <w:rPr>
          <w:b/>
          <w:color w:val="000080"/>
          <w:sz w:val="28"/>
          <w:szCs w:val="28"/>
        </w:rPr>
        <w:t xml:space="preserve">Ярославль </w:t>
      </w:r>
      <w:r>
        <w:rPr>
          <w:b/>
          <w:color w:val="000080"/>
          <w:sz w:val="28"/>
          <w:szCs w:val="28"/>
        </w:rPr>
        <w:t>–</w:t>
      </w:r>
      <w:r w:rsidRPr="00D721FD">
        <w:rPr>
          <w:b/>
          <w:color w:val="000080"/>
          <w:sz w:val="28"/>
          <w:szCs w:val="28"/>
        </w:rPr>
        <w:t xml:space="preserve"> каток «</w:t>
      </w:r>
      <w:r>
        <w:rPr>
          <w:b/>
          <w:color w:val="000080"/>
          <w:sz w:val="28"/>
          <w:szCs w:val="28"/>
        </w:rPr>
        <w:t>Торпедо</w:t>
      </w:r>
      <w:r w:rsidRPr="00D721FD">
        <w:rPr>
          <w:b/>
          <w:color w:val="000080"/>
          <w:sz w:val="28"/>
          <w:szCs w:val="28"/>
        </w:rPr>
        <w:t>»</w:t>
      </w:r>
    </w:p>
    <w:p w:rsidR="00F6172E" w:rsidRPr="00CE0513" w:rsidRDefault="00F6172E" w:rsidP="00D721FD">
      <w:pPr>
        <w:keepNext/>
        <w:rPr>
          <w:b/>
          <w:color w:val="0070C0"/>
          <w:u w:val="single"/>
        </w:rPr>
      </w:pPr>
      <w:r>
        <w:rPr>
          <w:b/>
          <w:color w:val="0070C0"/>
          <w:u w:val="single"/>
        </w:rPr>
        <w:t>8.00</w:t>
      </w:r>
      <w:r w:rsidRPr="00D34673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D34673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8.20</w:t>
      </w:r>
      <w:r w:rsidRPr="00D34673">
        <w:rPr>
          <w:b/>
          <w:color w:val="0070C0"/>
          <w:u w:val="single"/>
        </w:rPr>
        <w:t xml:space="preserve">    </w:t>
      </w:r>
      <w:r>
        <w:rPr>
          <w:b/>
          <w:color w:val="0070C0"/>
          <w:u w:val="single"/>
        </w:rPr>
        <w:t>Тренировка участников 4</w:t>
      </w:r>
      <w:r w:rsidRPr="00D34673">
        <w:rPr>
          <w:b/>
          <w:color w:val="0070C0"/>
          <w:u w:val="single"/>
        </w:rPr>
        <w:t>-</w:t>
      </w:r>
      <w:r>
        <w:rPr>
          <w:b/>
          <w:color w:val="0070C0"/>
          <w:u w:val="single"/>
        </w:rPr>
        <w:t>ой части соревнований / 20</w:t>
      </w:r>
      <w:r w:rsidRPr="00CE0513">
        <w:rPr>
          <w:b/>
          <w:color w:val="0070C0"/>
          <w:u w:val="single"/>
        </w:rPr>
        <w:t xml:space="preserve"> мин</w:t>
      </w:r>
    </w:p>
    <w:p w:rsidR="00F6172E" w:rsidRDefault="00F6172E" w:rsidP="00EE36DA">
      <w:pPr>
        <w:rPr>
          <w:b/>
          <w:color w:val="7030A0"/>
          <w:u w:val="single"/>
        </w:rPr>
      </w:pPr>
    </w:p>
    <w:p w:rsidR="00F6172E" w:rsidRDefault="00F6172E" w:rsidP="00D34673">
      <w:pPr>
        <w:keepNext/>
        <w:jc w:val="center"/>
        <w:rPr>
          <w:b/>
          <w:color w:val="00B050"/>
          <w:sz w:val="28"/>
          <w:szCs w:val="28"/>
        </w:rPr>
      </w:pPr>
      <w:r w:rsidRPr="00CF2BDA">
        <w:rPr>
          <w:b/>
          <w:color w:val="7030A0"/>
          <w:sz w:val="28"/>
          <w:szCs w:val="28"/>
          <w:u w:val="single"/>
        </w:rPr>
        <w:t>4-ая часть соревнований</w:t>
      </w:r>
      <w:r w:rsidRPr="00CF2BDA">
        <w:rPr>
          <w:b/>
          <w:color w:val="7030A0"/>
          <w:sz w:val="28"/>
          <w:szCs w:val="28"/>
        </w:rPr>
        <w:tab/>
      </w:r>
      <w:r w:rsidRPr="00CF2BDA">
        <w:rPr>
          <w:b/>
          <w:color w:val="7030A0"/>
          <w:sz w:val="28"/>
          <w:szCs w:val="28"/>
        </w:rPr>
        <w:tab/>
      </w:r>
      <w:r w:rsidRPr="00CF2BDA">
        <w:rPr>
          <w:b/>
          <w:color w:val="7030A0"/>
          <w:sz w:val="28"/>
          <w:szCs w:val="28"/>
        </w:rPr>
        <w:tab/>
      </w:r>
      <w:r w:rsidRPr="00CF2BDA">
        <w:rPr>
          <w:b/>
          <w:color w:val="00B050"/>
          <w:sz w:val="28"/>
          <w:szCs w:val="28"/>
        </w:rPr>
        <w:t>8.00 – 11.45</w:t>
      </w:r>
    </w:p>
    <w:p w:rsidR="00F6172E" w:rsidRPr="00CF2BDA" w:rsidRDefault="00F6172E" w:rsidP="00CF2BDA"/>
    <w:p w:rsidR="00F6172E" w:rsidRDefault="00F6172E" w:rsidP="005E14A6">
      <w:pPr>
        <w:keepNext/>
        <w:jc w:val="center"/>
        <w:rPr>
          <w:b/>
          <w:color w:val="000080"/>
          <w:sz w:val="28"/>
          <w:szCs w:val="28"/>
        </w:rPr>
      </w:pPr>
      <w:r>
        <w:rPr>
          <w:b/>
          <w:color w:val="FF0000"/>
          <w:sz w:val="28"/>
          <w:szCs w:val="28"/>
        </w:rPr>
        <w:t>Группа Б</w:t>
      </w:r>
      <w:r w:rsidRPr="00D12DCB">
        <w:rPr>
          <w:b/>
          <w:color w:val="FF0000"/>
          <w:sz w:val="28"/>
          <w:szCs w:val="28"/>
        </w:rPr>
        <w:t xml:space="preserve"> – взрослые разряды </w:t>
      </w:r>
      <w:r>
        <w:rPr>
          <w:b/>
          <w:color w:val="FF0000"/>
          <w:sz w:val="28"/>
          <w:szCs w:val="28"/>
        </w:rPr>
        <w:t>–</w:t>
      </w:r>
      <w:r w:rsidRPr="00D12DCB">
        <w:rPr>
          <w:b/>
          <w:color w:val="FF0000"/>
          <w:sz w:val="28"/>
          <w:szCs w:val="28"/>
        </w:rPr>
        <w:t xml:space="preserve"> </w:t>
      </w:r>
      <w:r w:rsidRPr="00D12DCB">
        <w:rPr>
          <w:b/>
          <w:color w:val="000080"/>
          <w:sz w:val="28"/>
          <w:szCs w:val="28"/>
        </w:rPr>
        <w:t>Короткая программа</w:t>
      </w:r>
    </w:p>
    <w:p w:rsidR="00F6172E" w:rsidRPr="00D12DCB" w:rsidRDefault="00F6172E" w:rsidP="005E14A6">
      <w:pPr>
        <w:keepNext/>
        <w:jc w:val="center"/>
        <w:rPr>
          <w:b/>
          <w:color w:val="000080"/>
          <w:sz w:val="28"/>
          <w:szCs w:val="28"/>
        </w:rPr>
      </w:pPr>
    </w:p>
    <w:p w:rsidR="00F6172E" w:rsidRDefault="00F6172E" w:rsidP="005E14A6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8.20</w:t>
      </w:r>
      <w:r w:rsidRPr="00E55E92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E55E92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8.45</w:t>
      </w:r>
      <w:r w:rsidRPr="00E55E92">
        <w:rPr>
          <w:b/>
          <w:color w:val="0070C0"/>
          <w:u w:val="single"/>
        </w:rPr>
        <w:t xml:space="preserve">    </w:t>
      </w:r>
      <w:r w:rsidRPr="00D12DCB">
        <w:rPr>
          <w:b/>
          <w:color w:val="7030A0"/>
          <w:u w:val="single"/>
        </w:rPr>
        <w:t>РАЗМИНКА –</w:t>
      </w:r>
      <w:r>
        <w:rPr>
          <w:b/>
          <w:color w:val="7030A0"/>
          <w:u w:val="single"/>
        </w:rPr>
        <w:t xml:space="preserve"> 12 / 25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_________________________________________5</w:t>
      </w:r>
      <w:r w:rsidRPr="00E55E92">
        <w:rPr>
          <w:b/>
          <w:color w:val="7030A0"/>
          <w:u w:val="single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F6172E" w:rsidRPr="008412E6" w:rsidRDefault="00F6172E" w:rsidP="005E14A6">
      <w:pPr>
        <w:keepNext/>
        <w:jc w:val="center"/>
        <w:rPr>
          <w:b/>
          <w:color w:val="008000"/>
          <w:sz w:val="28"/>
          <w:szCs w:val="28"/>
        </w:rPr>
      </w:pPr>
      <w:r w:rsidRPr="008412E6">
        <w:rPr>
          <w:b/>
          <w:color w:val="008000"/>
          <w:sz w:val="28"/>
          <w:szCs w:val="28"/>
          <w:lang w:val="en-US"/>
        </w:rPr>
        <w:t>X</w:t>
      </w:r>
      <w:r w:rsidRPr="008412E6">
        <w:rPr>
          <w:b/>
          <w:color w:val="008000"/>
          <w:sz w:val="28"/>
          <w:szCs w:val="28"/>
        </w:rPr>
        <w:t>I ступень</w:t>
      </w:r>
    </w:p>
    <w:p w:rsidR="00F6172E" w:rsidRPr="008412E6" w:rsidRDefault="00F6172E" w:rsidP="005E14A6">
      <w:pPr>
        <w:keepNext/>
        <w:rPr>
          <w:b/>
          <w:color w:val="FF00FF"/>
        </w:rPr>
      </w:pPr>
      <w:r>
        <w:rPr>
          <w:b/>
          <w:color w:val="FF00FF"/>
        </w:rPr>
        <w:t>13-14</w:t>
      </w:r>
      <w:r w:rsidRPr="008412E6">
        <w:rPr>
          <w:b/>
          <w:color w:val="FF00FF"/>
        </w:rPr>
        <w:t xml:space="preserve"> лет девочки</w:t>
      </w:r>
    </w:p>
    <w:p w:rsidR="00F6172E" w:rsidRPr="000C09E4" w:rsidRDefault="00F6172E" w:rsidP="005E14A6">
      <w:pPr>
        <w:numPr>
          <w:ilvl w:val="0"/>
          <w:numId w:val="15"/>
        </w:numPr>
        <w:rPr>
          <w:szCs w:val="28"/>
        </w:rPr>
      </w:pPr>
      <w:r w:rsidRPr="000C09E4">
        <w:t>Григорян Маргарита – ГОУ ДОД – С</w:t>
      </w:r>
      <w:r>
        <w:t>очи, Краснодарский край</w:t>
      </w:r>
    </w:p>
    <w:p w:rsidR="00F6172E" w:rsidRDefault="00F6172E" w:rsidP="005E14A6">
      <w:pPr>
        <w:numPr>
          <w:ilvl w:val="0"/>
          <w:numId w:val="15"/>
        </w:numPr>
      </w:pPr>
      <w:r>
        <w:t xml:space="preserve">Юматова Дарья </w:t>
      </w:r>
      <w:r>
        <w:rPr>
          <w:lang w:val="en-US"/>
        </w:rPr>
        <w:t xml:space="preserve">– </w:t>
      </w:r>
      <w:r>
        <w:t>«</w:t>
      </w:r>
      <w:r w:rsidRPr="00FC1097">
        <w:t>Ровесник</w:t>
      </w:r>
      <w:r>
        <w:t>»</w:t>
      </w:r>
      <w:r>
        <w:rPr>
          <w:lang w:val="en-US"/>
        </w:rPr>
        <w:t xml:space="preserve"> </w:t>
      </w:r>
      <w:r>
        <w:t>– Ярославль</w:t>
      </w:r>
    </w:p>
    <w:p w:rsidR="00F6172E" w:rsidRPr="008412E6" w:rsidRDefault="00F6172E" w:rsidP="005E14A6">
      <w:pPr>
        <w:keepNext/>
        <w:jc w:val="center"/>
        <w:rPr>
          <w:b/>
          <w:color w:val="008000"/>
          <w:sz w:val="28"/>
          <w:szCs w:val="28"/>
        </w:rPr>
      </w:pPr>
      <w:r w:rsidRPr="008412E6">
        <w:rPr>
          <w:b/>
          <w:color w:val="008000"/>
          <w:sz w:val="28"/>
          <w:szCs w:val="28"/>
        </w:rPr>
        <w:t>X ступень</w:t>
      </w:r>
    </w:p>
    <w:p w:rsidR="00F6172E" w:rsidRPr="008412E6" w:rsidRDefault="00F6172E" w:rsidP="005E14A6">
      <w:pPr>
        <w:keepNext/>
        <w:rPr>
          <w:b/>
          <w:color w:val="FF00FF"/>
        </w:rPr>
      </w:pPr>
      <w:r>
        <w:rPr>
          <w:b/>
          <w:color w:val="FF00FF"/>
        </w:rPr>
        <w:t>13</w:t>
      </w:r>
      <w:r w:rsidRPr="008412E6">
        <w:rPr>
          <w:b/>
          <w:color w:val="FF00FF"/>
        </w:rPr>
        <w:t xml:space="preserve"> лет девочки</w:t>
      </w:r>
    </w:p>
    <w:p w:rsidR="00F6172E" w:rsidRPr="000C09E4" w:rsidRDefault="00F6172E" w:rsidP="00D34673">
      <w:pPr>
        <w:numPr>
          <w:ilvl w:val="0"/>
          <w:numId w:val="15"/>
        </w:numPr>
      </w:pPr>
      <w:r w:rsidRPr="000C09E4">
        <w:t xml:space="preserve">Мишина Елизавета – ГОУ ДОД – </w:t>
      </w:r>
      <w:r>
        <w:t>Сочи, Краснодарский край</w:t>
      </w:r>
    </w:p>
    <w:p w:rsidR="00F6172E" w:rsidRDefault="00F6172E" w:rsidP="005E14A6"/>
    <w:p w:rsidR="00F6172E" w:rsidRPr="008412E6" w:rsidRDefault="00F6172E" w:rsidP="005E14A6">
      <w:pPr>
        <w:keepNext/>
        <w:rPr>
          <w:b/>
          <w:color w:val="FF00FF"/>
        </w:rPr>
      </w:pPr>
      <w:r>
        <w:rPr>
          <w:b/>
          <w:color w:val="FF00FF"/>
        </w:rPr>
        <w:t>16</w:t>
      </w:r>
      <w:r w:rsidRPr="008412E6">
        <w:rPr>
          <w:b/>
          <w:color w:val="FF00FF"/>
        </w:rPr>
        <w:t xml:space="preserve"> лет девочки</w:t>
      </w:r>
    </w:p>
    <w:p w:rsidR="00F6172E" w:rsidRDefault="00F6172E" w:rsidP="00D34673">
      <w:pPr>
        <w:numPr>
          <w:ilvl w:val="0"/>
          <w:numId w:val="15"/>
        </w:numPr>
      </w:pPr>
      <w:r w:rsidRPr="000C09E4">
        <w:t>Халилова Эвелина – ГОУ ДОД – Сочи, Краснодарский край</w:t>
      </w:r>
    </w:p>
    <w:p w:rsidR="00F6172E" w:rsidRDefault="00F6172E" w:rsidP="005E14A6">
      <w:pPr>
        <w:numPr>
          <w:ilvl w:val="0"/>
          <w:numId w:val="15"/>
        </w:numPr>
      </w:pPr>
      <w:r w:rsidRPr="000D119D">
        <w:t>Петрова Полина</w:t>
      </w:r>
      <w:r>
        <w:t xml:space="preserve"> – «Олимпийский» – Балахна, Нижегородская обл.</w:t>
      </w:r>
    </w:p>
    <w:p w:rsidR="00F6172E" w:rsidRPr="00E94B59" w:rsidRDefault="00F6172E" w:rsidP="00E94B59"/>
    <w:p w:rsidR="00F6172E" w:rsidRDefault="00F6172E" w:rsidP="005E14A6">
      <w:pPr>
        <w:keepNext/>
        <w:jc w:val="center"/>
        <w:rPr>
          <w:b/>
          <w:color w:val="000080"/>
          <w:sz w:val="28"/>
          <w:szCs w:val="28"/>
        </w:rPr>
      </w:pPr>
      <w:r w:rsidRPr="005E14A6">
        <w:rPr>
          <w:b/>
          <w:color w:val="FF0000"/>
          <w:sz w:val="28"/>
          <w:szCs w:val="28"/>
        </w:rPr>
        <w:t xml:space="preserve">Группа </w:t>
      </w:r>
      <w:r>
        <w:rPr>
          <w:b/>
          <w:color w:val="FF0000"/>
          <w:sz w:val="28"/>
          <w:szCs w:val="28"/>
        </w:rPr>
        <w:t>А</w:t>
      </w:r>
      <w:r w:rsidRPr="005E14A6">
        <w:rPr>
          <w:b/>
          <w:color w:val="FF0000"/>
          <w:sz w:val="28"/>
          <w:szCs w:val="28"/>
        </w:rPr>
        <w:t xml:space="preserve"> – взрослые разряды </w:t>
      </w:r>
      <w:r>
        <w:rPr>
          <w:b/>
          <w:color w:val="FF0000"/>
          <w:sz w:val="28"/>
          <w:szCs w:val="28"/>
        </w:rPr>
        <w:t>–</w:t>
      </w:r>
      <w:r w:rsidRPr="005E14A6">
        <w:rPr>
          <w:b/>
          <w:color w:val="FF0000"/>
          <w:sz w:val="28"/>
          <w:szCs w:val="28"/>
        </w:rPr>
        <w:t xml:space="preserve"> </w:t>
      </w:r>
      <w:r>
        <w:rPr>
          <w:b/>
          <w:color w:val="000080"/>
          <w:sz w:val="28"/>
          <w:szCs w:val="28"/>
        </w:rPr>
        <w:t>Произвольная</w:t>
      </w:r>
      <w:r w:rsidRPr="005E14A6">
        <w:rPr>
          <w:b/>
          <w:color w:val="000080"/>
          <w:sz w:val="28"/>
          <w:szCs w:val="28"/>
        </w:rPr>
        <w:t xml:space="preserve"> программа</w:t>
      </w:r>
    </w:p>
    <w:p w:rsidR="00F6172E" w:rsidRPr="005E14A6" w:rsidRDefault="00F6172E" w:rsidP="005E14A6">
      <w:pPr>
        <w:keepNext/>
        <w:jc w:val="center"/>
        <w:rPr>
          <w:b/>
          <w:color w:val="000080"/>
          <w:sz w:val="28"/>
          <w:szCs w:val="28"/>
        </w:rPr>
      </w:pPr>
    </w:p>
    <w:p w:rsidR="00F6172E" w:rsidRPr="00D12DCB" w:rsidRDefault="00F6172E" w:rsidP="005E14A6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8.45</w:t>
      </w:r>
      <w:r w:rsidRPr="00E55E92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E55E92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9.15</w:t>
      </w:r>
      <w:r w:rsidRPr="00E55E92">
        <w:rPr>
          <w:b/>
          <w:color w:val="0070C0"/>
          <w:u w:val="single"/>
        </w:rPr>
        <w:t xml:space="preserve">     </w:t>
      </w:r>
      <w:r w:rsidRPr="00D12DCB">
        <w:rPr>
          <w:b/>
          <w:color w:val="7030A0"/>
          <w:u w:val="single"/>
        </w:rPr>
        <w:t>РАЗМИНКА –</w:t>
      </w:r>
      <w:r>
        <w:rPr>
          <w:b/>
          <w:color w:val="7030A0"/>
          <w:u w:val="single"/>
        </w:rPr>
        <w:t xml:space="preserve"> 13 / 3</w:t>
      </w:r>
      <w:r w:rsidRPr="00D12DCB">
        <w:rPr>
          <w:b/>
          <w:color w:val="7030A0"/>
          <w:u w:val="single"/>
        </w:rPr>
        <w:t>0 мин</w:t>
      </w:r>
      <w:r>
        <w:rPr>
          <w:b/>
          <w:color w:val="7030A0"/>
          <w:u w:val="single"/>
        </w:rPr>
        <w:t>___________________________________6</w:t>
      </w:r>
      <w:r w:rsidRPr="00E55E92">
        <w:rPr>
          <w:b/>
          <w:color w:val="7030A0"/>
          <w:u w:val="single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F6172E" w:rsidRPr="00D12DCB" w:rsidRDefault="00F6172E" w:rsidP="004037D0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1-ый спортивный разряд /начало соревновательной группы</w:t>
      </w:r>
    </w:p>
    <w:p w:rsidR="00F6172E" w:rsidRPr="00D12DCB" w:rsidRDefault="00F6172E" w:rsidP="004037D0">
      <w:pPr>
        <w:keepNext/>
        <w:rPr>
          <w:b/>
          <w:color w:val="FF00FF"/>
        </w:rPr>
      </w:pPr>
      <w:r w:rsidRPr="00D12DCB">
        <w:rPr>
          <w:b/>
          <w:color w:val="FF00FF"/>
        </w:rPr>
        <w:t>11-14 лет девочки</w:t>
      </w:r>
    </w:p>
    <w:p w:rsidR="00F6172E" w:rsidRPr="00D12DCB" w:rsidRDefault="00F6172E" w:rsidP="002F025C">
      <w:pPr>
        <w:ind w:left="720"/>
      </w:pPr>
    </w:p>
    <w:p w:rsidR="00F6172E" w:rsidRDefault="00F6172E" w:rsidP="004037D0">
      <w:pPr>
        <w:numPr>
          <w:ilvl w:val="0"/>
          <w:numId w:val="9"/>
        </w:numPr>
      </w:pPr>
      <w:r w:rsidRPr="00D12DCB">
        <w:t>Горяинова Виталия – ОСДЮШОР – Курск</w:t>
      </w:r>
    </w:p>
    <w:p w:rsidR="00F6172E" w:rsidRDefault="00F6172E" w:rsidP="002F025C">
      <w:pPr>
        <w:numPr>
          <w:ilvl w:val="0"/>
          <w:numId w:val="9"/>
        </w:numPr>
      </w:pPr>
      <w:r w:rsidRPr="00D12DCB">
        <w:t xml:space="preserve">Зотова Дарья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Pr="00D12DCB" w:rsidRDefault="00F6172E" w:rsidP="002F025C">
      <w:pPr>
        <w:numPr>
          <w:ilvl w:val="0"/>
          <w:numId w:val="9"/>
        </w:numPr>
      </w:pPr>
      <w:r w:rsidRPr="00D12DCB">
        <w:t>Бабаева Лейла – «Аргус-Динамо» – Москва</w:t>
      </w:r>
    </w:p>
    <w:p w:rsidR="00F6172E" w:rsidRPr="00D12DCB" w:rsidRDefault="00F6172E" w:rsidP="002F025C">
      <w:pPr>
        <w:numPr>
          <w:ilvl w:val="0"/>
          <w:numId w:val="9"/>
        </w:numPr>
      </w:pPr>
      <w:r w:rsidRPr="00D12DCB">
        <w:t xml:space="preserve">Балова Дарья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Default="00F6172E" w:rsidP="004037D0">
      <w:pPr>
        <w:numPr>
          <w:ilvl w:val="0"/>
          <w:numId w:val="9"/>
        </w:numPr>
      </w:pPr>
      <w:r w:rsidRPr="00D12DCB">
        <w:t xml:space="preserve">Ковалева Полина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Pr="00D12DCB" w:rsidRDefault="00F6172E" w:rsidP="002F025C">
      <w:pPr>
        <w:numPr>
          <w:ilvl w:val="0"/>
          <w:numId w:val="9"/>
        </w:numPr>
      </w:pPr>
      <w:r w:rsidRPr="00D12DCB">
        <w:t xml:space="preserve">Голикова Елизавета – </w:t>
      </w:r>
      <w:r>
        <w:t>ЦФКиС ЮВАО</w:t>
      </w:r>
      <w:r w:rsidRPr="00D12DCB">
        <w:t xml:space="preserve"> – Москва</w:t>
      </w:r>
    </w:p>
    <w:p w:rsidR="00F6172E" w:rsidRDefault="00F6172E" w:rsidP="00D34673"/>
    <w:p w:rsidR="00F6172E" w:rsidRPr="00D34673" w:rsidRDefault="00F6172E" w:rsidP="00D34673"/>
    <w:p w:rsidR="00F6172E" w:rsidRPr="00D12DCB" w:rsidRDefault="00F6172E" w:rsidP="00D12DCB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9.15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9.55</w:t>
      </w:r>
      <w:r>
        <w:rPr>
          <w:b/>
          <w:color w:val="0070C0"/>
          <w:u w:val="single"/>
          <w:lang w:val="en-US"/>
        </w:rPr>
        <w:t xml:space="preserve">    </w:t>
      </w:r>
      <w:r w:rsidRPr="00D12DCB">
        <w:rPr>
          <w:b/>
          <w:color w:val="7030A0"/>
          <w:u w:val="single"/>
        </w:rPr>
        <w:t xml:space="preserve">РАЗМИНКА – </w:t>
      </w:r>
      <w:r>
        <w:rPr>
          <w:b/>
          <w:color w:val="7030A0"/>
          <w:u w:val="single"/>
        </w:rPr>
        <w:t>14/ 40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_________________________________8</w:t>
      </w:r>
      <w:r>
        <w:rPr>
          <w:b/>
          <w:color w:val="7030A0"/>
          <w:u w:val="single"/>
          <w:lang w:val="en-US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F6172E" w:rsidRDefault="00F6172E" w:rsidP="00372A53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1-ый спортивный разряд/конец соревновательной группы</w:t>
      </w:r>
    </w:p>
    <w:p w:rsidR="00F6172E" w:rsidRPr="00D12DCB" w:rsidRDefault="00F6172E" w:rsidP="00372A53">
      <w:pPr>
        <w:keepNext/>
        <w:jc w:val="center"/>
        <w:rPr>
          <w:b/>
          <w:color w:val="008000"/>
        </w:rPr>
      </w:pPr>
    </w:p>
    <w:p w:rsidR="00F6172E" w:rsidRPr="00D12DCB" w:rsidRDefault="00F6172E" w:rsidP="00D34673">
      <w:pPr>
        <w:numPr>
          <w:ilvl w:val="0"/>
          <w:numId w:val="35"/>
        </w:numPr>
      </w:pPr>
      <w:r w:rsidRPr="00D12DCB">
        <w:t xml:space="preserve">Сочнева Анастасия </w:t>
      </w:r>
      <w:r w:rsidRPr="002F025C">
        <w:rPr>
          <w:lang w:val="en-US"/>
        </w:rPr>
        <w:t xml:space="preserve">– </w:t>
      </w:r>
      <w:r w:rsidRPr="00D12DCB">
        <w:t>«Ровесник»</w:t>
      </w:r>
      <w:r w:rsidRPr="002F025C">
        <w:rPr>
          <w:lang w:val="en-US"/>
        </w:rPr>
        <w:t xml:space="preserve"> </w:t>
      </w:r>
      <w:r w:rsidRPr="00D12DCB">
        <w:t>– Ярославл</w:t>
      </w:r>
      <w:r>
        <w:t>ь</w:t>
      </w:r>
    </w:p>
    <w:p w:rsidR="00F6172E" w:rsidRPr="00D12DCB" w:rsidRDefault="00F6172E" w:rsidP="004037D0">
      <w:pPr>
        <w:numPr>
          <w:ilvl w:val="0"/>
          <w:numId w:val="35"/>
        </w:numPr>
      </w:pPr>
      <w:r w:rsidRPr="00D12DCB">
        <w:t>Хохлова Екатерина – СДЮШОР №37 – Москва</w:t>
      </w:r>
    </w:p>
    <w:p w:rsidR="00F6172E" w:rsidRDefault="00F6172E" w:rsidP="004037D0">
      <w:pPr>
        <w:numPr>
          <w:ilvl w:val="0"/>
          <w:numId w:val="35"/>
        </w:numPr>
      </w:pPr>
      <w:r w:rsidRPr="00D12DCB">
        <w:t>Шубина Катя – «Молния» – Ярославль</w:t>
      </w:r>
    </w:p>
    <w:p w:rsidR="00F6172E" w:rsidRPr="00D12DCB" w:rsidRDefault="00F6172E" w:rsidP="002F025C">
      <w:pPr>
        <w:numPr>
          <w:ilvl w:val="0"/>
          <w:numId w:val="35"/>
        </w:numPr>
      </w:pPr>
      <w:r w:rsidRPr="00D12DCB">
        <w:t>Мозохина Полина – «</w:t>
      </w:r>
      <w:r w:rsidRPr="00D12DCB">
        <w:rPr>
          <w:lang w:val="en-US"/>
        </w:rPr>
        <w:t>Ice</w:t>
      </w:r>
      <w:r w:rsidRPr="00D12DCB">
        <w:t xml:space="preserve"> </w:t>
      </w:r>
      <w:r w:rsidRPr="00D12DCB">
        <w:rPr>
          <w:lang w:val="en-US"/>
        </w:rPr>
        <w:t>Chrystal</w:t>
      </w:r>
      <w:r w:rsidRPr="00D12DCB">
        <w:t>» – Москва</w:t>
      </w:r>
    </w:p>
    <w:p w:rsidR="00F6172E" w:rsidRPr="00D12DCB" w:rsidRDefault="00F6172E" w:rsidP="002F025C">
      <w:pPr>
        <w:ind w:left="360"/>
      </w:pPr>
    </w:p>
    <w:p w:rsidR="00F6172E" w:rsidRPr="00D12DCB" w:rsidRDefault="00F6172E" w:rsidP="00D12DCB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2-ой спортивный разряд</w:t>
      </w:r>
    </w:p>
    <w:p w:rsidR="00F6172E" w:rsidRPr="00D12DCB" w:rsidRDefault="00F6172E" w:rsidP="00D12DCB">
      <w:pPr>
        <w:keepNext/>
        <w:rPr>
          <w:b/>
          <w:color w:val="00CCFF"/>
        </w:rPr>
      </w:pPr>
      <w:r w:rsidRPr="00D12DCB">
        <w:rPr>
          <w:b/>
          <w:color w:val="00CCFF"/>
        </w:rPr>
        <w:t>9-10 лет мальчики</w:t>
      </w:r>
    </w:p>
    <w:p w:rsidR="00F6172E" w:rsidRDefault="00F6172E" w:rsidP="00D34673">
      <w:pPr>
        <w:numPr>
          <w:ilvl w:val="0"/>
          <w:numId w:val="35"/>
        </w:numPr>
      </w:pPr>
      <w:r w:rsidRPr="00D12DCB">
        <w:t xml:space="preserve">Чистяков Максим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Default="00F6172E" w:rsidP="00D12DCB">
      <w:pPr>
        <w:numPr>
          <w:ilvl w:val="0"/>
          <w:numId w:val="35"/>
        </w:numPr>
      </w:pPr>
      <w:r w:rsidRPr="00D12DCB">
        <w:t>Зубов Александр – «Олимпийская орбита» – Киров</w:t>
      </w:r>
    </w:p>
    <w:p w:rsidR="00F6172E" w:rsidRPr="00D12DCB" w:rsidRDefault="00F6172E" w:rsidP="00CA3027">
      <w:pPr>
        <w:numPr>
          <w:ilvl w:val="0"/>
          <w:numId w:val="35"/>
        </w:numPr>
      </w:pPr>
      <w:r w:rsidRPr="00D12DCB">
        <w:t xml:space="preserve">Абакумов Денис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Default="00F6172E" w:rsidP="00D12DCB">
      <w:pPr>
        <w:numPr>
          <w:ilvl w:val="0"/>
          <w:numId w:val="35"/>
        </w:numPr>
      </w:pPr>
      <w:r w:rsidRPr="004755DC">
        <w:t>Карпов Алексей – АФК – С.Петербург</w:t>
      </w:r>
    </w:p>
    <w:p w:rsidR="00F6172E" w:rsidRPr="004755DC" w:rsidRDefault="00F6172E" w:rsidP="00CF2BDA"/>
    <w:p w:rsidR="00F6172E" w:rsidRPr="00F05C9C" w:rsidRDefault="00F6172E" w:rsidP="0054499F">
      <w:pPr>
        <w:rPr>
          <w:b/>
          <w:color w:val="0070C0"/>
          <w:u w:val="single"/>
        </w:rPr>
      </w:pPr>
      <w:r>
        <w:rPr>
          <w:b/>
          <w:color w:val="0070C0"/>
          <w:u w:val="single"/>
        </w:rPr>
        <w:t>9.55</w:t>
      </w:r>
      <w:r w:rsidRPr="00CF2BDA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CF2BDA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 xml:space="preserve">10.10           </w:t>
      </w:r>
      <w:r w:rsidRPr="00F05C9C">
        <w:rPr>
          <w:b/>
          <w:color w:val="0070C0"/>
          <w:u w:val="single"/>
        </w:rPr>
        <w:t>ПОДГОТОВКА ЛЬДА / 15 мин</w:t>
      </w:r>
    </w:p>
    <w:p w:rsidR="00F6172E" w:rsidRDefault="00F6172E" w:rsidP="00D12DCB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10.10</w:t>
      </w:r>
      <w:r w:rsidRPr="00CF2BDA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–</w:t>
      </w:r>
      <w:r w:rsidRPr="00CF2BDA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10.45</w:t>
      </w:r>
      <w:r w:rsidRPr="00CF2BDA">
        <w:rPr>
          <w:b/>
          <w:color w:val="0070C0"/>
          <w:u w:val="single"/>
        </w:rPr>
        <w:t xml:space="preserve">    </w:t>
      </w:r>
      <w:r>
        <w:rPr>
          <w:b/>
          <w:color w:val="7030A0"/>
          <w:u w:val="single"/>
        </w:rPr>
        <w:t>РАЗМИНКА – 15</w:t>
      </w:r>
      <w:r w:rsidRPr="00D12DCB">
        <w:rPr>
          <w:b/>
          <w:color w:val="7030A0"/>
          <w:u w:val="single"/>
        </w:rPr>
        <w:t xml:space="preserve">/ </w:t>
      </w:r>
      <w:r>
        <w:rPr>
          <w:b/>
          <w:color w:val="7030A0"/>
          <w:u w:val="single"/>
        </w:rPr>
        <w:t>35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___________________________________6</w:t>
      </w:r>
      <w:r w:rsidRPr="00CF2BDA">
        <w:rPr>
          <w:b/>
          <w:color w:val="7030A0"/>
          <w:u w:val="single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F6172E" w:rsidRPr="00D12DCB" w:rsidRDefault="00F6172E" w:rsidP="00D12DCB">
      <w:pPr>
        <w:keepNext/>
        <w:rPr>
          <w:b/>
          <w:color w:val="7030A0"/>
          <w:u w:val="single"/>
        </w:rPr>
      </w:pPr>
    </w:p>
    <w:p w:rsidR="00F6172E" w:rsidRPr="00D12DCB" w:rsidRDefault="00F6172E" w:rsidP="00D12DCB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2-ой спортивный разряд / начало соревновательной группы</w:t>
      </w:r>
    </w:p>
    <w:p w:rsidR="00F6172E" w:rsidRPr="00D12DCB" w:rsidRDefault="00F6172E" w:rsidP="00D12DCB">
      <w:pPr>
        <w:keepNext/>
        <w:rPr>
          <w:b/>
          <w:color w:val="FF00FF"/>
        </w:rPr>
      </w:pPr>
      <w:r w:rsidRPr="00D12DCB">
        <w:rPr>
          <w:b/>
          <w:color w:val="FF00FF"/>
        </w:rPr>
        <w:t>10-11 лет девочки</w:t>
      </w:r>
    </w:p>
    <w:p w:rsidR="00F6172E" w:rsidRDefault="00F6172E" w:rsidP="00CA3027">
      <w:pPr>
        <w:numPr>
          <w:ilvl w:val="0"/>
          <w:numId w:val="13"/>
        </w:numPr>
      </w:pPr>
      <w:r w:rsidRPr="00D12DCB">
        <w:t>Егорова Александра</w:t>
      </w:r>
      <w:r w:rsidRPr="00CA3027">
        <w:t xml:space="preserve"> – </w:t>
      </w:r>
      <w:r w:rsidRPr="00D12DCB">
        <w:t>«Сокольники»</w:t>
      </w:r>
      <w:r w:rsidRPr="00CA3027">
        <w:t xml:space="preserve"> </w:t>
      </w:r>
      <w:r w:rsidRPr="00D12DCB">
        <w:t>– Москва</w:t>
      </w:r>
    </w:p>
    <w:p w:rsidR="00F6172E" w:rsidRDefault="00F6172E" w:rsidP="00D12DCB">
      <w:pPr>
        <w:numPr>
          <w:ilvl w:val="0"/>
          <w:numId w:val="13"/>
        </w:numPr>
      </w:pPr>
      <w:r w:rsidRPr="00D12DCB">
        <w:t xml:space="preserve">Адамовская Анна – </w:t>
      </w:r>
      <w:r>
        <w:t>ЦФКиС ЮВАО</w:t>
      </w:r>
      <w:r w:rsidRPr="00D12DCB">
        <w:t xml:space="preserve"> – Москва</w:t>
      </w:r>
    </w:p>
    <w:p w:rsidR="00F6172E" w:rsidRPr="00D12DCB" w:rsidRDefault="00F6172E" w:rsidP="00CA3027">
      <w:pPr>
        <w:numPr>
          <w:ilvl w:val="0"/>
          <w:numId w:val="13"/>
        </w:numPr>
      </w:pPr>
      <w:r w:rsidRPr="00D12DCB">
        <w:t>Корсакова Анастасия – ОФФК – Рыбинск</w:t>
      </w:r>
    </w:p>
    <w:p w:rsidR="00F6172E" w:rsidRPr="00D12DCB" w:rsidRDefault="00F6172E" w:rsidP="00D12DCB">
      <w:pPr>
        <w:numPr>
          <w:ilvl w:val="0"/>
          <w:numId w:val="13"/>
        </w:numPr>
      </w:pPr>
      <w:r w:rsidRPr="00D12DCB">
        <w:t>Афанасьева Полина – СДЮШОР №37 – Москва</w:t>
      </w:r>
    </w:p>
    <w:p w:rsidR="00F6172E" w:rsidRPr="00D12DCB" w:rsidRDefault="00F6172E" w:rsidP="00D12DCB">
      <w:pPr>
        <w:numPr>
          <w:ilvl w:val="0"/>
          <w:numId w:val="13"/>
        </w:numPr>
      </w:pPr>
      <w:r w:rsidRPr="00D12DCB">
        <w:t xml:space="preserve">Бровкина Дарья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Pr="00D12DCB" w:rsidRDefault="00F6172E" w:rsidP="00D12DCB">
      <w:pPr>
        <w:numPr>
          <w:ilvl w:val="0"/>
          <w:numId w:val="13"/>
        </w:numPr>
      </w:pPr>
      <w:r w:rsidRPr="00D12DCB">
        <w:t>Григорьева Варвара – «Прометей» – Москва</w:t>
      </w:r>
    </w:p>
    <w:p w:rsidR="00F6172E" w:rsidRDefault="00F6172E" w:rsidP="00D34673"/>
    <w:p w:rsidR="00F6172E" w:rsidRPr="00D34673" w:rsidRDefault="00F6172E" w:rsidP="00D34673"/>
    <w:p w:rsidR="00F6172E" w:rsidRDefault="00F6172E" w:rsidP="00D12DCB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10.45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–</w:t>
      </w:r>
      <w:r>
        <w:rPr>
          <w:b/>
          <w:color w:val="0070C0"/>
          <w:u w:val="single"/>
          <w:lang w:val="en-US"/>
        </w:rPr>
        <w:t xml:space="preserve"> </w:t>
      </w:r>
      <w:r>
        <w:rPr>
          <w:b/>
          <w:color w:val="0070C0"/>
          <w:u w:val="single"/>
        </w:rPr>
        <w:t>11.15</w:t>
      </w:r>
      <w:r>
        <w:rPr>
          <w:b/>
          <w:color w:val="0070C0"/>
          <w:u w:val="single"/>
          <w:lang w:val="en-US"/>
        </w:rPr>
        <w:t xml:space="preserve">     </w:t>
      </w:r>
      <w:r>
        <w:rPr>
          <w:b/>
          <w:color w:val="7030A0"/>
          <w:u w:val="single"/>
        </w:rPr>
        <w:t>РАЗМИНКА – 16</w:t>
      </w:r>
      <w:r w:rsidRPr="00D12DCB">
        <w:rPr>
          <w:b/>
          <w:color w:val="7030A0"/>
          <w:u w:val="single"/>
        </w:rPr>
        <w:t xml:space="preserve"> / </w:t>
      </w:r>
      <w:r>
        <w:rPr>
          <w:b/>
          <w:color w:val="7030A0"/>
          <w:u w:val="single"/>
        </w:rPr>
        <w:t>30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________________________________6</w:t>
      </w:r>
      <w:r>
        <w:rPr>
          <w:b/>
          <w:color w:val="7030A0"/>
          <w:u w:val="single"/>
          <w:lang w:val="en-US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F6172E" w:rsidRPr="00D12DCB" w:rsidRDefault="00F6172E" w:rsidP="00D12DCB">
      <w:pPr>
        <w:keepNext/>
        <w:rPr>
          <w:b/>
          <w:color w:val="7030A0"/>
          <w:u w:val="single"/>
        </w:rPr>
      </w:pPr>
    </w:p>
    <w:p w:rsidR="00F6172E" w:rsidRPr="00D12DCB" w:rsidRDefault="00F6172E" w:rsidP="00D12DCB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2-ой спортивный разряд / конец соревновательной группы</w:t>
      </w:r>
    </w:p>
    <w:p w:rsidR="00F6172E" w:rsidRPr="00D12DCB" w:rsidRDefault="00F6172E" w:rsidP="00D34673">
      <w:pPr>
        <w:numPr>
          <w:ilvl w:val="0"/>
          <w:numId w:val="39"/>
        </w:numPr>
      </w:pPr>
      <w:r w:rsidRPr="00D12DCB">
        <w:t xml:space="preserve">Набатова Мария – </w:t>
      </w:r>
      <w:r>
        <w:t>ЦФКиС ЮВАО</w:t>
      </w:r>
      <w:r w:rsidRPr="00D12DCB">
        <w:t xml:space="preserve"> – Москва</w:t>
      </w:r>
    </w:p>
    <w:p w:rsidR="00F6172E" w:rsidRPr="00D12DCB" w:rsidRDefault="00F6172E" w:rsidP="00D12DCB">
      <w:pPr>
        <w:numPr>
          <w:ilvl w:val="0"/>
          <w:numId w:val="39"/>
        </w:numPr>
      </w:pPr>
      <w:r w:rsidRPr="00D12DCB">
        <w:t>Салман Эдвина – Лобня, Московская обл.</w:t>
      </w:r>
    </w:p>
    <w:p w:rsidR="00F6172E" w:rsidRPr="00D12DCB" w:rsidRDefault="00F6172E" w:rsidP="00D12DCB">
      <w:pPr>
        <w:numPr>
          <w:ilvl w:val="0"/>
          <w:numId w:val="39"/>
        </w:numPr>
      </w:pPr>
      <w:r w:rsidRPr="00D12DCB">
        <w:t xml:space="preserve">Финаева Александра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Default="00F6172E" w:rsidP="00D12DCB">
      <w:pPr>
        <w:numPr>
          <w:ilvl w:val="0"/>
          <w:numId w:val="39"/>
        </w:numPr>
      </w:pPr>
      <w:r w:rsidRPr="00D12DCB">
        <w:t>Щербакова Валерия – Лобня, Московская обл.</w:t>
      </w:r>
    </w:p>
    <w:p w:rsidR="00F6172E" w:rsidRPr="00D12DCB" w:rsidRDefault="00F6172E" w:rsidP="00856B2D">
      <w:pPr>
        <w:numPr>
          <w:ilvl w:val="0"/>
          <w:numId w:val="39"/>
        </w:numPr>
      </w:pPr>
      <w:r w:rsidRPr="00D12DCB">
        <w:t xml:space="preserve">Петрунина Мария </w:t>
      </w:r>
      <w:r w:rsidRPr="00D12DCB">
        <w:rPr>
          <w:lang w:val="en-US"/>
        </w:rPr>
        <w:t xml:space="preserve">– </w:t>
      </w:r>
      <w:r w:rsidRPr="00D12DCB">
        <w:t>«Ровесник»</w:t>
      </w:r>
      <w:r w:rsidRPr="00D12DCB">
        <w:rPr>
          <w:lang w:val="en-US"/>
        </w:rPr>
        <w:t xml:space="preserve"> </w:t>
      </w:r>
      <w:r w:rsidRPr="00D12DCB">
        <w:t>– Ярославль</w:t>
      </w:r>
    </w:p>
    <w:p w:rsidR="00F6172E" w:rsidRPr="00D12DCB" w:rsidRDefault="00F6172E" w:rsidP="00856B2D">
      <w:pPr>
        <w:ind w:left="360"/>
      </w:pPr>
    </w:p>
    <w:p w:rsidR="00F6172E" w:rsidRPr="00D12DCB" w:rsidRDefault="00F6172E" w:rsidP="004037D0">
      <w:pPr>
        <w:keepNext/>
        <w:jc w:val="center"/>
        <w:rPr>
          <w:b/>
          <w:color w:val="008000"/>
        </w:rPr>
      </w:pPr>
      <w:r w:rsidRPr="00D12DCB">
        <w:rPr>
          <w:b/>
          <w:color w:val="008000"/>
        </w:rPr>
        <w:t>1-ый спортивный разряд</w:t>
      </w:r>
    </w:p>
    <w:p w:rsidR="00F6172E" w:rsidRPr="00D12DCB" w:rsidRDefault="00F6172E" w:rsidP="004037D0">
      <w:pPr>
        <w:keepNext/>
        <w:rPr>
          <w:b/>
          <w:color w:val="00CCFF"/>
        </w:rPr>
      </w:pPr>
      <w:r w:rsidRPr="00D12DCB">
        <w:rPr>
          <w:b/>
          <w:color w:val="00CCFF"/>
        </w:rPr>
        <w:t>11-12 лет мальчики</w:t>
      </w:r>
    </w:p>
    <w:p w:rsidR="00F6172E" w:rsidRDefault="00F6172E" w:rsidP="00D34673">
      <w:pPr>
        <w:numPr>
          <w:ilvl w:val="0"/>
          <w:numId w:val="39"/>
        </w:numPr>
      </w:pPr>
      <w:r w:rsidRPr="00D12DCB">
        <w:t>Сидоров Владислав – «Аргус-Динамо» – Москва</w:t>
      </w:r>
    </w:p>
    <w:p w:rsidR="00F6172E" w:rsidRDefault="00F6172E" w:rsidP="00CF2BDA"/>
    <w:p w:rsidR="00F6172E" w:rsidRDefault="00F6172E" w:rsidP="00CF2BDA"/>
    <w:p w:rsidR="00F6172E" w:rsidRDefault="00F6172E" w:rsidP="00CF2BDA"/>
    <w:p w:rsidR="00F6172E" w:rsidRPr="00CF2BDA" w:rsidRDefault="00F6172E" w:rsidP="00CF2BDA"/>
    <w:p w:rsidR="00F6172E" w:rsidRDefault="00F6172E" w:rsidP="00F05C9C">
      <w:pPr>
        <w:keepNext/>
        <w:jc w:val="center"/>
        <w:rPr>
          <w:b/>
          <w:color w:val="000080"/>
          <w:sz w:val="28"/>
          <w:szCs w:val="28"/>
        </w:rPr>
      </w:pPr>
      <w:r>
        <w:rPr>
          <w:b/>
          <w:color w:val="FF0000"/>
          <w:sz w:val="28"/>
          <w:szCs w:val="28"/>
        </w:rPr>
        <w:t>Группа Б</w:t>
      </w:r>
      <w:r w:rsidRPr="00D12DCB">
        <w:rPr>
          <w:b/>
          <w:color w:val="FF0000"/>
          <w:sz w:val="28"/>
          <w:szCs w:val="28"/>
        </w:rPr>
        <w:t xml:space="preserve"> – взрослые разряды </w:t>
      </w:r>
      <w:r>
        <w:rPr>
          <w:b/>
          <w:color w:val="FF0000"/>
          <w:sz w:val="28"/>
          <w:szCs w:val="28"/>
        </w:rPr>
        <w:t>–</w:t>
      </w:r>
      <w:r w:rsidRPr="00D12DCB">
        <w:rPr>
          <w:b/>
          <w:color w:val="FF0000"/>
          <w:sz w:val="28"/>
          <w:szCs w:val="28"/>
        </w:rPr>
        <w:t xml:space="preserve"> </w:t>
      </w:r>
      <w:r>
        <w:rPr>
          <w:b/>
          <w:color w:val="000080"/>
          <w:sz w:val="28"/>
          <w:szCs w:val="28"/>
        </w:rPr>
        <w:t>Произвольная</w:t>
      </w:r>
      <w:r w:rsidRPr="00D12DCB">
        <w:rPr>
          <w:b/>
          <w:color w:val="000080"/>
          <w:sz w:val="28"/>
          <w:szCs w:val="28"/>
        </w:rPr>
        <w:t xml:space="preserve"> программа</w:t>
      </w:r>
    </w:p>
    <w:p w:rsidR="00F6172E" w:rsidRPr="00D12DCB" w:rsidRDefault="00F6172E" w:rsidP="00F05C9C">
      <w:pPr>
        <w:keepNext/>
        <w:jc w:val="center"/>
        <w:rPr>
          <w:b/>
          <w:color w:val="000080"/>
          <w:sz w:val="28"/>
          <w:szCs w:val="28"/>
        </w:rPr>
      </w:pPr>
    </w:p>
    <w:p w:rsidR="00F6172E" w:rsidRDefault="00F6172E" w:rsidP="00F05C9C">
      <w:pPr>
        <w:keepNext/>
        <w:rPr>
          <w:b/>
          <w:color w:val="7030A0"/>
          <w:u w:val="single"/>
        </w:rPr>
      </w:pPr>
      <w:r>
        <w:rPr>
          <w:b/>
          <w:color w:val="0070C0"/>
          <w:u w:val="single"/>
        </w:rPr>
        <w:t>11.15 – 11.45-</w:t>
      </w:r>
      <w:r w:rsidRPr="00D12DCB">
        <w:rPr>
          <w:b/>
          <w:color w:val="7030A0"/>
          <w:u w:val="single"/>
        </w:rPr>
        <w:t>РАЗМИНКА –</w:t>
      </w:r>
      <w:r>
        <w:rPr>
          <w:b/>
          <w:color w:val="7030A0"/>
          <w:u w:val="single"/>
        </w:rPr>
        <w:t xml:space="preserve"> 17 / 30</w:t>
      </w:r>
      <w:r w:rsidRPr="00D12DCB">
        <w:rPr>
          <w:b/>
          <w:color w:val="7030A0"/>
          <w:u w:val="single"/>
        </w:rPr>
        <w:t xml:space="preserve"> мин</w:t>
      </w:r>
      <w:r>
        <w:rPr>
          <w:b/>
          <w:color w:val="7030A0"/>
          <w:u w:val="single"/>
        </w:rPr>
        <w:t>_________________________________5</w:t>
      </w:r>
      <w:r w:rsidRPr="00E55E92">
        <w:rPr>
          <w:b/>
          <w:color w:val="7030A0"/>
          <w:u w:val="single"/>
        </w:rPr>
        <w:t xml:space="preserve"> </w:t>
      </w:r>
      <w:r>
        <w:rPr>
          <w:b/>
          <w:color w:val="7030A0"/>
          <w:u w:val="single"/>
        </w:rPr>
        <w:t>стартов</w:t>
      </w:r>
    </w:p>
    <w:p w:rsidR="00F6172E" w:rsidRPr="008412E6" w:rsidRDefault="00F6172E" w:rsidP="00F05C9C">
      <w:pPr>
        <w:keepNext/>
        <w:jc w:val="center"/>
        <w:rPr>
          <w:b/>
          <w:color w:val="008000"/>
          <w:sz w:val="28"/>
          <w:szCs w:val="28"/>
        </w:rPr>
      </w:pPr>
      <w:r w:rsidRPr="008412E6">
        <w:rPr>
          <w:b/>
          <w:color w:val="008000"/>
          <w:sz w:val="28"/>
          <w:szCs w:val="28"/>
          <w:lang w:val="en-US"/>
        </w:rPr>
        <w:t>X</w:t>
      </w:r>
      <w:r w:rsidRPr="008412E6">
        <w:rPr>
          <w:b/>
          <w:color w:val="008000"/>
          <w:sz w:val="28"/>
          <w:szCs w:val="28"/>
        </w:rPr>
        <w:t>I ступень</w:t>
      </w:r>
    </w:p>
    <w:p w:rsidR="00F6172E" w:rsidRPr="008412E6" w:rsidRDefault="00F6172E" w:rsidP="00F05C9C">
      <w:pPr>
        <w:keepNext/>
        <w:rPr>
          <w:b/>
          <w:color w:val="FF00FF"/>
        </w:rPr>
      </w:pPr>
      <w:r>
        <w:rPr>
          <w:b/>
          <w:color w:val="FF00FF"/>
        </w:rPr>
        <w:t>13-14</w:t>
      </w:r>
      <w:r w:rsidRPr="008412E6">
        <w:rPr>
          <w:b/>
          <w:color w:val="FF00FF"/>
        </w:rPr>
        <w:t xml:space="preserve"> лет девочки</w:t>
      </w:r>
    </w:p>
    <w:p w:rsidR="00F6172E" w:rsidRPr="00856B2D" w:rsidRDefault="00F6172E" w:rsidP="00856B2D">
      <w:pPr>
        <w:numPr>
          <w:ilvl w:val="0"/>
          <w:numId w:val="17"/>
        </w:numPr>
      </w:pPr>
      <w:r>
        <w:t xml:space="preserve">Юматова Дарья </w:t>
      </w:r>
      <w:r>
        <w:rPr>
          <w:lang w:val="en-US"/>
        </w:rPr>
        <w:t xml:space="preserve">– </w:t>
      </w:r>
      <w:r>
        <w:t>«</w:t>
      </w:r>
      <w:r w:rsidRPr="00FC1097">
        <w:t>Ровесник</w:t>
      </w:r>
      <w:r>
        <w:t>»</w:t>
      </w:r>
      <w:r>
        <w:rPr>
          <w:lang w:val="en-US"/>
        </w:rPr>
        <w:t xml:space="preserve"> </w:t>
      </w:r>
      <w:r>
        <w:t>– Ярославль</w:t>
      </w:r>
    </w:p>
    <w:p w:rsidR="00F6172E" w:rsidRPr="000C09E4" w:rsidRDefault="00F6172E" w:rsidP="00F05C9C">
      <w:pPr>
        <w:numPr>
          <w:ilvl w:val="0"/>
          <w:numId w:val="17"/>
        </w:numPr>
        <w:rPr>
          <w:szCs w:val="28"/>
        </w:rPr>
      </w:pPr>
      <w:r w:rsidRPr="000C09E4">
        <w:t>Григорян Маргарита – ГОУ ДОД – С</w:t>
      </w:r>
      <w:r>
        <w:t>очи, Краснодарский край</w:t>
      </w:r>
    </w:p>
    <w:p w:rsidR="00F6172E" w:rsidRDefault="00F6172E" w:rsidP="00F05C9C">
      <w:pPr>
        <w:keepNext/>
        <w:jc w:val="center"/>
        <w:rPr>
          <w:b/>
          <w:color w:val="008000"/>
          <w:sz w:val="28"/>
          <w:szCs w:val="28"/>
        </w:rPr>
      </w:pPr>
    </w:p>
    <w:p w:rsidR="00F6172E" w:rsidRPr="008412E6" w:rsidRDefault="00F6172E" w:rsidP="00F05C9C">
      <w:pPr>
        <w:keepNext/>
        <w:jc w:val="center"/>
        <w:rPr>
          <w:b/>
          <w:color w:val="008000"/>
          <w:sz w:val="28"/>
          <w:szCs w:val="28"/>
        </w:rPr>
      </w:pPr>
      <w:r w:rsidRPr="008412E6">
        <w:rPr>
          <w:b/>
          <w:color w:val="008000"/>
          <w:sz w:val="28"/>
          <w:szCs w:val="28"/>
        </w:rPr>
        <w:t>X ступень</w:t>
      </w:r>
    </w:p>
    <w:p w:rsidR="00F6172E" w:rsidRPr="008412E6" w:rsidRDefault="00F6172E" w:rsidP="00F05C9C">
      <w:pPr>
        <w:keepNext/>
        <w:rPr>
          <w:b/>
          <w:color w:val="FF00FF"/>
        </w:rPr>
      </w:pPr>
      <w:r>
        <w:rPr>
          <w:b/>
          <w:color w:val="FF00FF"/>
        </w:rPr>
        <w:t>13</w:t>
      </w:r>
      <w:r w:rsidRPr="008412E6">
        <w:rPr>
          <w:b/>
          <w:color w:val="FF00FF"/>
        </w:rPr>
        <w:t xml:space="preserve"> лет девочки</w:t>
      </w:r>
    </w:p>
    <w:p w:rsidR="00F6172E" w:rsidRPr="000C09E4" w:rsidRDefault="00F6172E" w:rsidP="00D34673">
      <w:pPr>
        <w:numPr>
          <w:ilvl w:val="0"/>
          <w:numId w:val="17"/>
        </w:numPr>
      </w:pPr>
      <w:r w:rsidRPr="000C09E4">
        <w:t xml:space="preserve">Мишина Елизавета – ГОУ ДОД – </w:t>
      </w:r>
      <w:r>
        <w:t>Сочи, Краснодарский край</w:t>
      </w:r>
    </w:p>
    <w:p w:rsidR="00F6172E" w:rsidRDefault="00F6172E" w:rsidP="00F05C9C"/>
    <w:p w:rsidR="00F6172E" w:rsidRPr="008412E6" w:rsidRDefault="00F6172E" w:rsidP="00F05C9C">
      <w:pPr>
        <w:keepNext/>
        <w:rPr>
          <w:b/>
          <w:color w:val="FF00FF"/>
        </w:rPr>
      </w:pPr>
      <w:r>
        <w:rPr>
          <w:b/>
          <w:color w:val="FF00FF"/>
        </w:rPr>
        <w:t>16</w:t>
      </w:r>
      <w:r w:rsidRPr="008412E6">
        <w:rPr>
          <w:b/>
          <w:color w:val="FF00FF"/>
        </w:rPr>
        <w:t xml:space="preserve"> лет девочки</w:t>
      </w:r>
    </w:p>
    <w:p w:rsidR="00F6172E" w:rsidRDefault="00F6172E" w:rsidP="00D34673">
      <w:pPr>
        <w:numPr>
          <w:ilvl w:val="0"/>
          <w:numId w:val="17"/>
        </w:numPr>
      </w:pPr>
      <w:r w:rsidRPr="000D119D">
        <w:t>Петрова Полина</w:t>
      </w:r>
      <w:r>
        <w:t xml:space="preserve"> – «Олимпийский» – Балахна, Нижегородская обл.</w:t>
      </w:r>
    </w:p>
    <w:p w:rsidR="00F6172E" w:rsidRDefault="00F6172E" w:rsidP="00856B2D">
      <w:pPr>
        <w:numPr>
          <w:ilvl w:val="0"/>
          <w:numId w:val="17"/>
        </w:numPr>
      </w:pPr>
      <w:r w:rsidRPr="000C09E4">
        <w:t>Халилова Эвелина – ГОУ ДОД – Сочи, Краснодарский край</w:t>
      </w:r>
    </w:p>
    <w:p w:rsidR="00F6172E" w:rsidRDefault="00F6172E" w:rsidP="00856B2D">
      <w:pPr>
        <w:ind w:left="360"/>
      </w:pPr>
    </w:p>
    <w:p w:rsidR="00F6172E" w:rsidRPr="000C09E4" w:rsidRDefault="00F6172E" w:rsidP="00856B2D">
      <w:pPr>
        <w:ind w:left="360"/>
      </w:pPr>
    </w:p>
    <w:p w:rsidR="00F6172E" w:rsidRPr="0066751B" w:rsidRDefault="00F6172E">
      <w:pPr>
        <w:rPr>
          <w:b/>
          <w:color w:val="7030A0"/>
          <w:u w:val="single"/>
        </w:rPr>
      </w:pPr>
      <w:r w:rsidRPr="00D12DCB">
        <w:rPr>
          <w:b/>
          <w:color w:val="0070C0"/>
          <w:u w:val="single"/>
        </w:rPr>
        <w:t>НАГРАЖДЕНИЕ / в фойе</w:t>
      </w:r>
    </w:p>
    <w:sectPr w:rsidR="00F6172E" w:rsidRPr="0066751B" w:rsidSect="00CB3B86">
      <w:footerReference w:type="default" r:id="rId7"/>
      <w:pgSz w:w="11906" w:h="16838"/>
      <w:pgMar w:top="357" w:right="386" w:bottom="539" w:left="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2E" w:rsidRDefault="00F6172E" w:rsidP="00CE0513">
      <w:r>
        <w:separator/>
      </w:r>
    </w:p>
  </w:endnote>
  <w:endnote w:type="continuationSeparator" w:id="0">
    <w:p w:rsidR="00F6172E" w:rsidRDefault="00F6172E" w:rsidP="00CE0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72E" w:rsidRDefault="00F6172E" w:rsidP="0054499F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F6172E" w:rsidRDefault="00F617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2E" w:rsidRDefault="00F6172E" w:rsidP="00CE0513">
      <w:r>
        <w:separator/>
      </w:r>
    </w:p>
  </w:footnote>
  <w:footnote w:type="continuationSeparator" w:id="0">
    <w:p w:rsidR="00F6172E" w:rsidRDefault="00F6172E" w:rsidP="00CE0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B87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ACE6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5348B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FA94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6810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ECE2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783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92A4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385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4A05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875E9"/>
    <w:multiLevelType w:val="hybridMultilevel"/>
    <w:tmpl w:val="304C2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5967104"/>
    <w:multiLevelType w:val="hybridMultilevel"/>
    <w:tmpl w:val="FC4A5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663210F"/>
    <w:multiLevelType w:val="multilevel"/>
    <w:tmpl w:val="C83C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AB212CD"/>
    <w:multiLevelType w:val="hybridMultilevel"/>
    <w:tmpl w:val="2D00D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B0F5FF2"/>
    <w:multiLevelType w:val="multilevel"/>
    <w:tmpl w:val="8E165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B764E8F"/>
    <w:multiLevelType w:val="hybridMultilevel"/>
    <w:tmpl w:val="8E1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C1B1D29"/>
    <w:multiLevelType w:val="hybridMultilevel"/>
    <w:tmpl w:val="3F08A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CA70A32"/>
    <w:multiLevelType w:val="hybridMultilevel"/>
    <w:tmpl w:val="FB14C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FAE4BA3"/>
    <w:multiLevelType w:val="hybridMultilevel"/>
    <w:tmpl w:val="DAE41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FC93F0F"/>
    <w:multiLevelType w:val="multilevel"/>
    <w:tmpl w:val="E056E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E717F82"/>
    <w:multiLevelType w:val="hybridMultilevel"/>
    <w:tmpl w:val="E056E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0F051EA"/>
    <w:multiLevelType w:val="hybridMultilevel"/>
    <w:tmpl w:val="98186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78D7B87"/>
    <w:multiLevelType w:val="hybridMultilevel"/>
    <w:tmpl w:val="8FC61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83834B9"/>
    <w:multiLevelType w:val="hybridMultilevel"/>
    <w:tmpl w:val="A62A0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A27E42"/>
    <w:multiLevelType w:val="hybridMultilevel"/>
    <w:tmpl w:val="FBCA0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3160125"/>
    <w:multiLevelType w:val="hybridMultilevel"/>
    <w:tmpl w:val="163A1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ED1D66"/>
    <w:multiLevelType w:val="multilevel"/>
    <w:tmpl w:val="E056E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9DE26E0"/>
    <w:multiLevelType w:val="multilevel"/>
    <w:tmpl w:val="96081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ED8375D"/>
    <w:multiLevelType w:val="multilevel"/>
    <w:tmpl w:val="E056E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18830C7"/>
    <w:multiLevelType w:val="hybridMultilevel"/>
    <w:tmpl w:val="C83C4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1A80C75"/>
    <w:multiLevelType w:val="multilevel"/>
    <w:tmpl w:val="8FC6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D508D8"/>
    <w:multiLevelType w:val="hybridMultilevel"/>
    <w:tmpl w:val="E2402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443BED"/>
    <w:multiLevelType w:val="multilevel"/>
    <w:tmpl w:val="8FC6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2247AF0"/>
    <w:multiLevelType w:val="multilevel"/>
    <w:tmpl w:val="073E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31752A4"/>
    <w:multiLevelType w:val="hybridMultilevel"/>
    <w:tmpl w:val="E056E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32925E8"/>
    <w:multiLevelType w:val="hybridMultilevel"/>
    <w:tmpl w:val="BA54C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54919C5"/>
    <w:multiLevelType w:val="hybridMultilevel"/>
    <w:tmpl w:val="96081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5C351B7"/>
    <w:multiLevelType w:val="multilevel"/>
    <w:tmpl w:val="C83C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7FA5A95"/>
    <w:multiLevelType w:val="hybridMultilevel"/>
    <w:tmpl w:val="ADD0B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9642922"/>
    <w:multiLevelType w:val="hybridMultilevel"/>
    <w:tmpl w:val="073E5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D890C12"/>
    <w:multiLevelType w:val="hybridMultilevel"/>
    <w:tmpl w:val="CCB60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44F76C9"/>
    <w:multiLevelType w:val="hybridMultilevel"/>
    <w:tmpl w:val="8FC61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21"/>
  </w:num>
  <w:num w:numId="4">
    <w:abstractNumId w:val="38"/>
  </w:num>
  <w:num w:numId="5">
    <w:abstractNumId w:val="18"/>
  </w:num>
  <w:num w:numId="6">
    <w:abstractNumId w:val="35"/>
  </w:num>
  <w:num w:numId="7">
    <w:abstractNumId w:val="17"/>
  </w:num>
  <w:num w:numId="8">
    <w:abstractNumId w:val="23"/>
  </w:num>
  <w:num w:numId="9">
    <w:abstractNumId w:val="39"/>
  </w:num>
  <w:num w:numId="10">
    <w:abstractNumId w:val="36"/>
  </w:num>
  <w:num w:numId="11">
    <w:abstractNumId w:val="31"/>
  </w:num>
  <w:num w:numId="12">
    <w:abstractNumId w:val="15"/>
  </w:num>
  <w:num w:numId="13">
    <w:abstractNumId w:val="29"/>
  </w:num>
  <w:num w:numId="14">
    <w:abstractNumId w:val="20"/>
  </w:num>
  <w:num w:numId="15">
    <w:abstractNumId w:val="40"/>
  </w:num>
  <w:num w:numId="16">
    <w:abstractNumId w:val="22"/>
  </w:num>
  <w:num w:numId="17">
    <w:abstractNumId w:val="11"/>
  </w:num>
  <w:num w:numId="18">
    <w:abstractNumId w:val="41"/>
  </w:num>
  <w:num w:numId="19">
    <w:abstractNumId w:val="3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8"/>
  </w:num>
  <w:num w:numId="31">
    <w:abstractNumId w:val="25"/>
  </w:num>
  <w:num w:numId="32">
    <w:abstractNumId w:val="32"/>
  </w:num>
  <w:num w:numId="33">
    <w:abstractNumId w:val="19"/>
  </w:num>
  <w:num w:numId="34">
    <w:abstractNumId w:val="33"/>
  </w:num>
  <w:num w:numId="35">
    <w:abstractNumId w:val="13"/>
  </w:num>
  <w:num w:numId="36">
    <w:abstractNumId w:val="14"/>
  </w:num>
  <w:num w:numId="37">
    <w:abstractNumId w:val="37"/>
  </w:num>
  <w:num w:numId="38">
    <w:abstractNumId w:val="12"/>
  </w:num>
  <w:num w:numId="39">
    <w:abstractNumId w:val="10"/>
  </w:num>
  <w:num w:numId="40">
    <w:abstractNumId w:val="27"/>
  </w:num>
  <w:num w:numId="41">
    <w:abstractNumId w:val="30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1FD"/>
    <w:rsid w:val="000A534B"/>
    <w:rsid w:val="000C09E4"/>
    <w:rsid w:val="000D119D"/>
    <w:rsid w:val="001276FC"/>
    <w:rsid w:val="001C5A05"/>
    <w:rsid w:val="001F5E87"/>
    <w:rsid w:val="00264A08"/>
    <w:rsid w:val="00277BD4"/>
    <w:rsid w:val="00284E23"/>
    <w:rsid w:val="002D6751"/>
    <w:rsid w:val="002F025C"/>
    <w:rsid w:val="00317821"/>
    <w:rsid w:val="00372A53"/>
    <w:rsid w:val="00380F55"/>
    <w:rsid w:val="003A0AC1"/>
    <w:rsid w:val="003E3008"/>
    <w:rsid w:val="004037D0"/>
    <w:rsid w:val="004755DC"/>
    <w:rsid w:val="004D73FF"/>
    <w:rsid w:val="00536743"/>
    <w:rsid w:val="0054499F"/>
    <w:rsid w:val="00564EAB"/>
    <w:rsid w:val="005C2ACE"/>
    <w:rsid w:val="005C78A8"/>
    <w:rsid w:val="005E14A6"/>
    <w:rsid w:val="0066751B"/>
    <w:rsid w:val="006A59BF"/>
    <w:rsid w:val="006C7DE3"/>
    <w:rsid w:val="007743ED"/>
    <w:rsid w:val="008412E6"/>
    <w:rsid w:val="00856B2D"/>
    <w:rsid w:val="00870D25"/>
    <w:rsid w:val="00876046"/>
    <w:rsid w:val="00905765"/>
    <w:rsid w:val="00915F30"/>
    <w:rsid w:val="009372A9"/>
    <w:rsid w:val="0095696F"/>
    <w:rsid w:val="00997B0D"/>
    <w:rsid w:val="00B75F12"/>
    <w:rsid w:val="00C04E9C"/>
    <w:rsid w:val="00C06D53"/>
    <w:rsid w:val="00C339A9"/>
    <w:rsid w:val="00C33AC2"/>
    <w:rsid w:val="00C5663D"/>
    <w:rsid w:val="00CA3027"/>
    <w:rsid w:val="00CB3B86"/>
    <w:rsid w:val="00CE0513"/>
    <w:rsid w:val="00CF2BDA"/>
    <w:rsid w:val="00D12DCB"/>
    <w:rsid w:val="00D34673"/>
    <w:rsid w:val="00D57DD8"/>
    <w:rsid w:val="00D721FD"/>
    <w:rsid w:val="00D947F5"/>
    <w:rsid w:val="00DB51D2"/>
    <w:rsid w:val="00E04CAA"/>
    <w:rsid w:val="00E260F5"/>
    <w:rsid w:val="00E55E92"/>
    <w:rsid w:val="00E94B59"/>
    <w:rsid w:val="00ED33A6"/>
    <w:rsid w:val="00EE36DA"/>
    <w:rsid w:val="00F0068A"/>
    <w:rsid w:val="00F05C9C"/>
    <w:rsid w:val="00F47346"/>
    <w:rsid w:val="00F6172E"/>
    <w:rsid w:val="00FC1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1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21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E05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51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E05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E051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448</Words>
  <Characters>2557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Хованская</cp:lastModifiedBy>
  <cp:revision>7</cp:revision>
  <dcterms:created xsi:type="dcterms:W3CDTF">2012-12-13T07:17:00Z</dcterms:created>
  <dcterms:modified xsi:type="dcterms:W3CDTF">2012-12-13T17:02:00Z</dcterms:modified>
</cp:coreProperties>
</file>